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6DEFA" w14:textId="77777777" w:rsidR="009031E3" w:rsidRDefault="009031E3" w:rsidP="00D43B60">
      <w:pPr>
        <w:pStyle w:val="PIDachzeile"/>
        <w:tabs>
          <w:tab w:val="left" w:pos="1309"/>
        </w:tabs>
        <w:ind w:right="3490"/>
        <w:rPr>
          <w:iCs w:val="0"/>
          <w:szCs w:val="22"/>
          <w:lang w:val="en-GB"/>
        </w:rPr>
      </w:pPr>
    </w:p>
    <w:p w14:paraId="57279539" w14:textId="74824CBD" w:rsidR="00D43B60" w:rsidRPr="00985132" w:rsidRDefault="00A372FF" w:rsidP="00D43B60">
      <w:pPr>
        <w:pStyle w:val="PIDachzeile"/>
        <w:tabs>
          <w:tab w:val="left" w:pos="1309"/>
        </w:tabs>
        <w:ind w:right="3490"/>
        <w:rPr>
          <w:iCs w:val="0"/>
          <w:szCs w:val="22"/>
          <w:lang w:val="en-GB"/>
        </w:rPr>
      </w:pPr>
      <w:r w:rsidRPr="00985132">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985132"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985132" w:rsidRDefault="00816731">
                                  <w:pPr>
                                    <w:pStyle w:val="PIKontakt"/>
                                    <w:tabs>
                                      <w:tab w:val="left" w:pos="3600"/>
                                    </w:tabs>
                                    <w:rPr>
                                      <w:lang w:val="en-GB"/>
                                    </w:rPr>
                                  </w:pPr>
                                </w:p>
                              </w:tc>
                            </w:tr>
                            <w:tr w:rsidR="00816731" w:rsidRPr="00985132" w14:paraId="11173980" w14:textId="77777777">
                              <w:tc>
                                <w:tcPr>
                                  <w:tcW w:w="3864" w:type="dxa"/>
                                  <w:tcBorders>
                                    <w:right w:val="single" w:sz="6" w:space="0" w:color="auto"/>
                                  </w:tcBorders>
                                  <w:tcMar>
                                    <w:right w:w="170" w:type="dxa"/>
                                  </w:tcMar>
                                </w:tcPr>
                                <w:p w14:paraId="13DAA9C2" w14:textId="6414B718" w:rsidR="00816731" w:rsidRPr="00916EA5" w:rsidRDefault="00985132">
                                  <w:pPr>
                                    <w:pStyle w:val="PIKontakt"/>
                                    <w:rPr>
                                      <w:b/>
                                    </w:rPr>
                                  </w:pPr>
                                  <w:r w:rsidRPr="00916EA5">
                                    <w:rPr>
                                      <w:b/>
                                    </w:rPr>
                                    <w:t>Public Relations</w:t>
                                  </w:r>
                                </w:p>
                                <w:p w14:paraId="46AF4447" w14:textId="03EE8BD5" w:rsidR="00816731" w:rsidRPr="00916EA5" w:rsidRDefault="00816731" w:rsidP="00374B1B">
                                  <w:pPr>
                                    <w:pStyle w:val="PIKontakt"/>
                                  </w:pPr>
                                  <w:r w:rsidRPr="00916EA5">
                                    <w:t>Birgit Hagelschuer</w:t>
                                  </w:r>
                                  <w:r w:rsidRPr="00916EA5">
                                    <w:br/>
                                    <w:t xml:space="preserve">Phone +49 </w:t>
                                  </w:r>
                                  <w:r w:rsidRPr="00916EA5">
                                    <w:rPr>
                                      <w:bCs/>
                                      <w:color w:val="000000"/>
                                      <w:szCs w:val="18"/>
                                    </w:rPr>
                                    <w:t>2173 3964-180</w:t>
                                  </w:r>
                                  <w:r w:rsidRPr="00916EA5">
                                    <w:br/>
                                    <w:t xml:space="preserve">Fax +49 </w:t>
                                  </w:r>
                                  <w:r w:rsidRPr="00916EA5">
                                    <w:rPr>
                                      <w:bCs/>
                                      <w:color w:val="000000"/>
                                      <w:szCs w:val="18"/>
                                    </w:rPr>
                                    <w:t>2173 3964-613</w:t>
                                  </w:r>
                                  <w:r w:rsidRPr="00916EA5">
                                    <w:br/>
                                    <w:t>E-Mail: hagelschuer.b@eplan.de</w:t>
                                  </w:r>
                                </w:p>
                                <w:p w14:paraId="4CDB389A" w14:textId="6964510C" w:rsidR="00816731" w:rsidRPr="00916EA5" w:rsidRDefault="00816731" w:rsidP="00D14A2C">
                                  <w:pPr>
                                    <w:pStyle w:val="PIKontakt"/>
                                  </w:pPr>
                                  <w:r w:rsidRPr="00916EA5">
                                    <w:rPr>
                                      <w:szCs w:val="18"/>
                                    </w:rPr>
                                    <w:t>EPLAN GmbH &amp; Co. KG</w:t>
                                  </w:r>
                                  <w:r w:rsidRPr="00916EA5">
                                    <w:rPr>
                                      <w:szCs w:val="18"/>
                                    </w:rPr>
                                    <w:br/>
                                    <w:t>An der alten Ziegelei 2</w:t>
                                  </w:r>
                                  <w:r w:rsidRPr="00916EA5">
                                    <w:rPr>
                                      <w:szCs w:val="18"/>
                                    </w:rPr>
                                    <w:br/>
                                    <w:t>40789 Monheim am Rhein</w:t>
                                  </w:r>
                                  <w:r w:rsidR="00985132" w:rsidRPr="00916EA5">
                                    <w:rPr>
                                      <w:szCs w:val="18"/>
                                    </w:rPr>
                                    <w:br/>
                                    <w:t>Germany</w:t>
                                  </w:r>
                                  <w:r w:rsidRPr="00916EA5">
                                    <w:rPr>
                                      <w:szCs w:val="18"/>
                                    </w:rPr>
                                    <w:br/>
                                  </w:r>
                                  <w:r w:rsidRPr="00916EA5">
                                    <w:t>www.eplan.de</w:t>
                                  </w:r>
                                </w:p>
                              </w:tc>
                            </w:tr>
                            <w:tr w:rsidR="00816731" w:rsidRPr="00985132" w14:paraId="487AE69F" w14:textId="77777777">
                              <w:trPr>
                                <w:trHeight w:val="1418"/>
                              </w:trPr>
                              <w:tc>
                                <w:tcPr>
                                  <w:tcW w:w="3864" w:type="dxa"/>
                                  <w:tcBorders>
                                    <w:right w:val="single" w:sz="6" w:space="0" w:color="auto"/>
                                  </w:tcBorders>
                                  <w:tcMar>
                                    <w:right w:w="170" w:type="dxa"/>
                                  </w:tcMar>
                                </w:tcPr>
                                <w:p w14:paraId="430596E7" w14:textId="77777777" w:rsidR="00816731" w:rsidRPr="00916EA5" w:rsidRDefault="00816731">
                                  <w:pPr>
                                    <w:pStyle w:val="PIKontakt"/>
                                    <w:tabs>
                                      <w:tab w:val="left" w:pos="3600"/>
                                    </w:tabs>
                                  </w:pPr>
                                </w:p>
                              </w:tc>
                            </w:tr>
                          </w:tbl>
                          <w:p w14:paraId="2DEE3F46" w14:textId="77777777" w:rsidR="00816731" w:rsidRPr="00916EA5"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985132"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985132" w:rsidRDefault="00816731">
                            <w:pPr>
                              <w:pStyle w:val="PIKontakt"/>
                              <w:tabs>
                                <w:tab w:val="left" w:pos="3600"/>
                              </w:tabs>
                              <w:rPr>
                                <w:lang w:val="en-GB"/>
                              </w:rPr>
                            </w:pPr>
                          </w:p>
                        </w:tc>
                      </w:tr>
                      <w:tr w:rsidR="00816731" w:rsidRPr="00985132" w14:paraId="11173980" w14:textId="77777777">
                        <w:tc>
                          <w:tcPr>
                            <w:tcW w:w="3864" w:type="dxa"/>
                            <w:tcBorders>
                              <w:right w:val="single" w:sz="6" w:space="0" w:color="auto"/>
                            </w:tcBorders>
                            <w:tcMar>
                              <w:right w:w="170" w:type="dxa"/>
                            </w:tcMar>
                          </w:tcPr>
                          <w:p w14:paraId="13DAA9C2" w14:textId="6414B718" w:rsidR="00816731" w:rsidRPr="00916EA5" w:rsidRDefault="00985132">
                            <w:pPr>
                              <w:pStyle w:val="PIKontakt"/>
                              <w:rPr>
                                <w:b/>
                              </w:rPr>
                            </w:pPr>
                            <w:r w:rsidRPr="00916EA5">
                              <w:rPr>
                                <w:b/>
                              </w:rPr>
                              <w:t>Public Relations</w:t>
                            </w:r>
                          </w:p>
                          <w:p w14:paraId="46AF4447" w14:textId="03EE8BD5" w:rsidR="00816731" w:rsidRPr="00916EA5" w:rsidRDefault="00816731" w:rsidP="00374B1B">
                            <w:pPr>
                              <w:pStyle w:val="PIKontakt"/>
                            </w:pPr>
                            <w:r w:rsidRPr="00916EA5">
                              <w:t>Birgit Hagelschuer</w:t>
                            </w:r>
                            <w:r w:rsidRPr="00916EA5">
                              <w:br/>
                              <w:t xml:space="preserve">Phone +49 </w:t>
                            </w:r>
                            <w:r w:rsidRPr="00916EA5">
                              <w:rPr>
                                <w:bCs/>
                                <w:color w:val="000000"/>
                                <w:szCs w:val="18"/>
                              </w:rPr>
                              <w:t>2173 3964-180</w:t>
                            </w:r>
                            <w:r w:rsidRPr="00916EA5">
                              <w:br/>
                              <w:t xml:space="preserve">Fax +49 </w:t>
                            </w:r>
                            <w:r w:rsidRPr="00916EA5">
                              <w:rPr>
                                <w:bCs/>
                                <w:color w:val="000000"/>
                                <w:szCs w:val="18"/>
                              </w:rPr>
                              <w:t>2173 3964-613</w:t>
                            </w:r>
                            <w:r w:rsidRPr="00916EA5">
                              <w:br/>
                              <w:t>E-Mail: hagelschuer.b@eplan.de</w:t>
                            </w:r>
                          </w:p>
                          <w:p w14:paraId="4CDB389A" w14:textId="6964510C" w:rsidR="00816731" w:rsidRPr="00916EA5" w:rsidRDefault="00816731" w:rsidP="00D14A2C">
                            <w:pPr>
                              <w:pStyle w:val="PIKontakt"/>
                            </w:pPr>
                            <w:r w:rsidRPr="00916EA5">
                              <w:rPr>
                                <w:szCs w:val="18"/>
                              </w:rPr>
                              <w:t>EPLAN GmbH &amp; Co. KG</w:t>
                            </w:r>
                            <w:r w:rsidRPr="00916EA5">
                              <w:rPr>
                                <w:szCs w:val="18"/>
                              </w:rPr>
                              <w:br/>
                              <w:t>An der alten Ziegelei 2</w:t>
                            </w:r>
                            <w:r w:rsidRPr="00916EA5">
                              <w:rPr>
                                <w:szCs w:val="18"/>
                              </w:rPr>
                              <w:br/>
                              <w:t>40789 Monheim am Rhein</w:t>
                            </w:r>
                            <w:r w:rsidR="00985132" w:rsidRPr="00916EA5">
                              <w:rPr>
                                <w:szCs w:val="18"/>
                              </w:rPr>
                              <w:br/>
                              <w:t>Germany</w:t>
                            </w:r>
                            <w:r w:rsidRPr="00916EA5">
                              <w:rPr>
                                <w:szCs w:val="18"/>
                              </w:rPr>
                              <w:br/>
                            </w:r>
                            <w:r w:rsidRPr="00916EA5">
                              <w:t>www.eplan.de</w:t>
                            </w:r>
                          </w:p>
                        </w:tc>
                      </w:tr>
                      <w:tr w:rsidR="00816731" w:rsidRPr="00985132" w14:paraId="487AE69F" w14:textId="77777777">
                        <w:trPr>
                          <w:trHeight w:val="1418"/>
                        </w:trPr>
                        <w:tc>
                          <w:tcPr>
                            <w:tcW w:w="3864" w:type="dxa"/>
                            <w:tcBorders>
                              <w:right w:val="single" w:sz="6" w:space="0" w:color="auto"/>
                            </w:tcBorders>
                            <w:tcMar>
                              <w:right w:w="170" w:type="dxa"/>
                            </w:tcMar>
                          </w:tcPr>
                          <w:p w14:paraId="430596E7" w14:textId="77777777" w:rsidR="00816731" w:rsidRPr="00916EA5" w:rsidRDefault="00816731">
                            <w:pPr>
                              <w:pStyle w:val="PIKontakt"/>
                              <w:tabs>
                                <w:tab w:val="left" w:pos="3600"/>
                              </w:tabs>
                            </w:pPr>
                          </w:p>
                        </w:tc>
                      </w:tr>
                    </w:tbl>
                    <w:p w14:paraId="2DEE3F46" w14:textId="77777777" w:rsidR="00816731" w:rsidRPr="00916EA5" w:rsidRDefault="00816731" w:rsidP="0047607D"/>
                  </w:txbxContent>
                </v:textbox>
              </v:shape>
            </w:pict>
          </mc:Fallback>
        </mc:AlternateContent>
      </w:r>
      <w:r w:rsidR="008F0530" w:rsidRPr="00985132">
        <w:rPr>
          <w:iCs w:val="0"/>
          <w:szCs w:val="22"/>
          <w:lang w:val="en-GB"/>
        </w:rPr>
        <w:t>M</w:t>
      </w:r>
      <w:r w:rsidR="0086240B">
        <w:rPr>
          <w:iCs w:val="0"/>
          <w:szCs w:val="22"/>
          <w:lang w:val="en-GB"/>
        </w:rPr>
        <w:t>ore functions in</w:t>
      </w:r>
      <w:r w:rsidR="008F0530" w:rsidRPr="00985132">
        <w:rPr>
          <w:iCs w:val="0"/>
          <w:szCs w:val="22"/>
          <w:lang w:val="en-GB"/>
        </w:rPr>
        <w:t xml:space="preserve"> </w:t>
      </w:r>
      <w:proofErr w:type="spellStart"/>
      <w:r w:rsidR="008D74A4" w:rsidRPr="00985132">
        <w:rPr>
          <w:iCs w:val="0"/>
          <w:szCs w:val="22"/>
          <w:lang w:val="en-GB"/>
        </w:rPr>
        <w:t>Eplan</w:t>
      </w:r>
      <w:proofErr w:type="spellEnd"/>
      <w:r w:rsidR="008D74A4" w:rsidRPr="00985132">
        <w:rPr>
          <w:iCs w:val="0"/>
          <w:szCs w:val="22"/>
          <w:lang w:val="en-GB"/>
        </w:rPr>
        <w:t xml:space="preserve"> </w:t>
      </w:r>
      <w:proofErr w:type="spellStart"/>
      <w:r w:rsidR="008D74A4" w:rsidRPr="00985132">
        <w:rPr>
          <w:iCs w:val="0"/>
          <w:szCs w:val="22"/>
          <w:lang w:val="en-GB"/>
        </w:rPr>
        <w:t>eView</w:t>
      </w:r>
      <w:proofErr w:type="spellEnd"/>
      <w:r w:rsidR="008D74A4" w:rsidRPr="00985132">
        <w:rPr>
          <w:iCs w:val="0"/>
          <w:szCs w:val="22"/>
          <w:lang w:val="en-GB"/>
        </w:rPr>
        <w:t xml:space="preserve"> Free</w:t>
      </w:r>
      <w:r w:rsidR="00824A4B" w:rsidRPr="00985132">
        <w:rPr>
          <w:iCs w:val="0"/>
          <w:szCs w:val="22"/>
          <w:lang w:val="en-GB"/>
        </w:rPr>
        <w:t xml:space="preserve"> </w:t>
      </w:r>
    </w:p>
    <w:p w14:paraId="4CC4A5CD" w14:textId="1D7F6626" w:rsidR="00602D90" w:rsidRPr="00985132" w:rsidRDefault="0086240B" w:rsidP="00317F22">
      <w:pPr>
        <w:pStyle w:val="PIDachzeile"/>
        <w:tabs>
          <w:tab w:val="left" w:pos="5580"/>
        </w:tabs>
        <w:ind w:right="3493"/>
        <w:rPr>
          <w:b/>
          <w:bCs/>
          <w:i w:val="0"/>
          <w:sz w:val="28"/>
          <w:szCs w:val="28"/>
          <w:u w:val="none"/>
          <w:lang w:val="en-GB"/>
        </w:rPr>
      </w:pPr>
      <w:r>
        <w:rPr>
          <w:b/>
          <w:bCs/>
          <w:i w:val="0"/>
          <w:sz w:val="28"/>
          <w:szCs w:val="28"/>
          <w:u w:val="none"/>
          <w:lang w:val="en-GB"/>
        </w:rPr>
        <w:t>Control cabinets in 3D: better overviews for service and maintenance</w:t>
      </w:r>
    </w:p>
    <w:p w14:paraId="7DF998BD" w14:textId="5A57B258" w:rsidR="0086240B" w:rsidRDefault="0086240B" w:rsidP="005814B5">
      <w:pPr>
        <w:pStyle w:val="paragraph"/>
        <w:spacing w:before="0" w:beforeAutospacing="0" w:after="0" w:afterAutospacing="0" w:line="312" w:lineRule="auto"/>
        <w:ind w:right="3493"/>
        <w:textAlignment w:val="baseline"/>
        <w:rPr>
          <w:rFonts w:ascii="Arial" w:hAnsi="Arial" w:cs="Arial"/>
          <w:b/>
          <w:sz w:val="22"/>
          <w:szCs w:val="22"/>
          <w:lang w:val="en-GB"/>
        </w:rPr>
      </w:pPr>
      <w:r>
        <w:rPr>
          <w:rFonts w:ascii="Arial" w:hAnsi="Arial" w:cs="Arial"/>
          <w:b/>
          <w:sz w:val="22"/>
          <w:szCs w:val="22"/>
          <w:lang w:val="en-GB"/>
        </w:rPr>
        <w:t xml:space="preserve">A viewer isn’t anything special </w:t>
      </w:r>
      <w:r w:rsidR="002475D8">
        <w:rPr>
          <w:rFonts w:ascii="Arial" w:hAnsi="Arial" w:cs="Arial"/>
          <w:b/>
          <w:sz w:val="22"/>
          <w:szCs w:val="22"/>
          <w:lang w:val="en-GB"/>
        </w:rPr>
        <w:t xml:space="preserve">in everyday manufacturing and design work. But if it has integrated augmented reality (AR) functionality and can thus </w:t>
      </w:r>
      <w:r w:rsidR="00B72C63">
        <w:rPr>
          <w:rFonts w:ascii="Arial" w:hAnsi="Arial" w:cs="Arial"/>
          <w:b/>
          <w:sz w:val="22"/>
          <w:szCs w:val="22"/>
          <w:lang w:val="en-GB"/>
        </w:rPr>
        <w:t>project</w:t>
      </w:r>
      <w:r w:rsidR="002475D8">
        <w:rPr>
          <w:rFonts w:ascii="Arial" w:hAnsi="Arial" w:cs="Arial"/>
          <w:b/>
          <w:sz w:val="22"/>
          <w:szCs w:val="22"/>
          <w:lang w:val="en-GB"/>
        </w:rPr>
        <w:t xml:space="preserve"> the control cabinet into the virtual world, then that’s quite extraordinary. With the latest version of </w:t>
      </w:r>
      <w:proofErr w:type="spellStart"/>
      <w:r w:rsidR="002475D8">
        <w:rPr>
          <w:rFonts w:ascii="Arial" w:hAnsi="Arial" w:cs="Arial"/>
          <w:b/>
          <w:sz w:val="22"/>
          <w:szCs w:val="22"/>
          <w:lang w:val="en-GB"/>
        </w:rPr>
        <w:t>Eplan</w:t>
      </w:r>
      <w:proofErr w:type="spellEnd"/>
      <w:r w:rsidR="002475D8">
        <w:rPr>
          <w:rFonts w:ascii="Arial" w:hAnsi="Arial" w:cs="Arial"/>
          <w:b/>
          <w:sz w:val="22"/>
          <w:szCs w:val="22"/>
          <w:lang w:val="en-GB"/>
        </w:rPr>
        <w:t xml:space="preserve"> </w:t>
      </w:r>
      <w:proofErr w:type="spellStart"/>
      <w:r w:rsidR="002475D8">
        <w:rPr>
          <w:rFonts w:ascii="Arial" w:hAnsi="Arial" w:cs="Arial"/>
          <w:b/>
          <w:sz w:val="22"/>
          <w:szCs w:val="22"/>
          <w:lang w:val="en-GB"/>
        </w:rPr>
        <w:t>eView</w:t>
      </w:r>
      <w:proofErr w:type="spellEnd"/>
      <w:r w:rsidR="002475D8">
        <w:rPr>
          <w:rFonts w:ascii="Arial" w:hAnsi="Arial" w:cs="Arial"/>
          <w:b/>
          <w:sz w:val="22"/>
          <w:szCs w:val="22"/>
          <w:lang w:val="en-GB"/>
        </w:rPr>
        <w:t xml:space="preserve"> Free, this AR functionality is now directly accessible via a 3D visualisation. The new 3D engine also provides more convenience for service and maintenance: individual areas of a control cabinet can now be </w:t>
      </w:r>
      <w:r w:rsidR="00BB015F">
        <w:rPr>
          <w:rFonts w:ascii="Arial" w:hAnsi="Arial" w:cs="Arial"/>
          <w:b/>
          <w:sz w:val="22"/>
          <w:szCs w:val="22"/>
          <w:lang w:val="en-GB"/>
        </w:rPr>
        <w:t>displayed</w:t>
      </w:r>
      <w:r w:rsidR="002475D8">
        <w:rPr>
          <w:rFonts w:ascii="Arial" w:hAnsi="Arial" w:cs="Arial"/>
          <w:b/>
          <w:sz w:val="22"/>
          <w:szCs w:val="22"/>
          <w:lang w:val="en-GB"/>
        </w:rPr>
        <w:t xml:space="preserve"> or hidden – and the cabinet can be freely rotated in </w:t>
      </w:r>
      <w:r w:rsidR="00BB015F">
        <w:rPr>
          <w:rFonts w:ascii="Arial" w:hAnsi="Arial" w:cs="Arial"/>
          <w:b/>
          <w:sz w:val="22"/>
          <w:szCs w:val="22"/>
          <w:lang w:val="en-GB"/>
        </w:rPr>
        <w:t xml:space="preserve">the </w:t>
      </w:r>
      <w:r w:rsidR="00035963">
        <w:rPr>
          <w:rFonts w:ascii="Arial" w:hAnsi="Arial" w:cs="Arial"/>
          <w:b/>
          <w:sz w:val="22"/>
          <w:szCs w:val="22"/>
          <w:lang w:val="en-GB"/>
        </w:rPr>
        <w:t xml:space="preserve">physical </w:t>
      </w:r>
      <w:r w:rsidR="002475D8">
        <w:rPr>
          <w:rFonts w:ascii="Arial" w:hAnsi="Arial" w:cs="Arial"/>
          <w:b/>
          <w:sz w:val="22"/>
          <w:szCs w:val="22"/>
          <w:lang w:val="en-GB"/>
        </w:rPr>
        <w:t>space. Navigation within a project is now also much easier.</w:t>
      </w:r>
    </w:p>
    <w:p w14:paraId="720789CB" w14:textId="77777777" w:rsidR="002475D8" w:rsidRPr="00985132" w:rsidRDefault="002475D8" w:rsidP="005814B5">
      <w:pPr>
        <w:pStyle w:val="paragraph"/>
        <w:spacing w:before="0" w:beforeAutospacing="0" w:after="0" w:afterAutospacing="0" w:line="312" w:lineRule="auto"/>
        <w:ind w:right="3493"/>
        <w:textAlignment w:val="baseline"/>
        <w:rPr>
          <w:rFonts w:ascii="Arial" w:hAnsi="Arial" w:cs="Arial"/>
          <w:b/>
          <w:sz w:val="22"/>
          <w:szCs w:val="22"/>
          <w:lang w:val="en-GB"/>
        </w:rPr>
      </w:pPr>
    </w:p>
    <w:p w14:paraId="321BE97E" w14:textId="7161AE8F" w:rsidR="008D74A4" w:rsidRPr="00985132" w:rsidRDefault="00B02303" w:rsidP="00EE5F60">
      <w:pPr>
        <w:pStyle w:val="paragraph"/>
        <w:spacing w:before="0" w:beforeAutospacing="0" w:after="0" w:afterAutospacing="0" w:line="312" w:lineRule="auto"/>
        <w:ind w:right="3493"/>
        <w:textAlignment w:val="baseline"/>
        <w:rPr>
          <w:rFonts w:ascii="Arial" w:hAnsi="Arial" w:cs="Arial"/>
          <w:sz w:val="22"/>
          <w:szCs w:val="22"/>
          <w:lang w:val="en-GB"/>
        </w:rPr>
      </w:pPr>
      <w:r w:rsidRPr="00985132">
        <w:rPr>
          <w:rFonts w:ascii="Arial" w:hAnsi="Arial" w:cs="Arial"/>
          <w:sz w:val="22"/>
          <w:szCs w:val="22"/>
          <w:lang w:val="en-GB"/>
        </w:rPr>
        <w:t>N</w:t>
      </w:r>
      <w:r w:rsidR="002475D8">
        <w:rPr>
          <w:rFonts w:ascii="Arial" w:hAnsi="Arial" w:cs="Arial"/>
          <w:sz w:val="22"/>
          <w:szCs w:val="22"/>
          <w:lang w:val="en-GB"/>
        </w:rPr>
        <w:t>urem</w:t>
      </w:r>
      <w:r w:rsidRPr="00985132">
        <w:rPr>
          <w:rFonts w:ascii="Arial" w:hAnsi="Arial" w:cs="Arial"/>
          <w:sz w:val="22"/>
          <w:szCs w:val="22"/>
          <w:lang w:val="en-GB"/>
        </w:rPr>
        <w:t>berg/</w:t>
      </w:r>
      <w:r w:rsidR="004B0CD6" w:rsidRPr="00985132">
        <w:rPr>
          <w:rFonts w:ascii="Arial" w:hAnsi="Arial" w:cs="Arial"/>
          <w:sz w:val="22"/>
          <w:szCs w:val="22"/>
          <w:lang w:val="en-GB"/>
        </w:rPr>
        <w:t xml:space="preserve">Monheim, </w:t>
      </w:r>
      <w:r w:rsidR="002475D8">
        <w:rPr>
          <w:rFonts w:ascii="Arial" w:hAnsi="Arial" w:cs="Arial"/>
          <w:sz w:val="22"/>
          <w:szCs w:val="22"/>
          <w:lang w:val="en-GB"/>
        </w:rPr>
        <w:t xml:space="preserve">Germany, </w:t>
      </w:r>
      <w:r w:rsidRPr="00985132">
        <w:rPr>
          <w:rFonts w:ascii="Arial" w:hAnsi="Arial" w:cs="Arial"/>
          <w:sz w:val="22"/>
          <w:szCs w:val="22"/>
          <w:lang w:val="en-GB"/>
        </w:rPr>
        <w:t>9</w:t>
      </w:r>
      <w:r w:rsidR="004B0CD6" w:rsidRPr="00985132">
        <w:rPr>
          <w:rFonts w:ascii="Arial" w:hAnsi="Arial" w:cs="Arial"/>
          <w:sz w:val="22"/>
          <w:szCs w:val="22"/>
          <w:lang w:val="en-GB"/>
        </w:rPr>
        <w:t xml:space="preserve"> </w:t>
      </w:r>
      <w:r w:rsidR="007E6EEA" w:rsidRPr="00985132">
        <w:rPr>
          <w:rFonts w:ascii="Arial" w:hAnsi="Arial" w:cs="Arial"/>
          <w:sz w:val="22"/>
          <w:szCs w:val="22"/>
          <w:lang w:val="en-GB"/>
        </w:rPr>
        <w:t>November</w:t>
      </w:r>
      <w:r w:rsidR="004B0CD6" w:rsidRPr="00985132">
        <w:rPr>
          <w:rFonts w:ascii="Arial" w:hAnsi="Arial" w:cs="Arial"/>
          <w:sz w:val="22"/>
          <w:szCs w:val="22"/>
          <w:lang w:val="en-GB"/>
        </w:rPr>
        <w:t xml:space="preserve"> 2022:</w:t>
      </w:r>
      <w:r w:rsidR="003167DB" w:rsidRPr="00985132">
        <w:rPr>
          <w:rFonts w:ascii="Arial" w:hAnsi="Arial" w:cs="Arial"/>
          <w:sz w:val="22"/>
          <w:szCs w:val="22"/>
          <w:lang w:val="en-GB"/>
        </w:rPr>
        <w:t xml:space="preserve"> </w:t>
      </w:r>
      <w:r w:rsidR="002475D8">
        <w:rPr>
          <w:rFonts w:ascii="Arial" w:hAnsi="Arial" w:cs="Arial"/>
          <w:sz w:val="22"/>
          <w:szCs w:val="22"/>
          <w:lang w:val="en-GB"/>
        </w:rPr>
        <w:t xml:space="preserve">At the SPS in Nuremberg, Germany, Eplan </w:t>
      </w:r>
      <w:r w:rsidR="00BF73A0">
        <w:rPr>
          <w:rFonts w:ascii="Arial" w:hAnsi="Arial" w:cs="Arial"/>
          <w:sz w:val="22"/>
          <w:szCs w:val="22"/>
          <w:lang w:val="en-GB"/>
        </w:rPr>
        <w:t>will be</w:t>
      </w:r>
      <w:r w:rsidR="002475D8">
        <w:rPr>
          <w:rFonts w:ascii="Arial" w:hAnsi="Arial" w:cs="Arial"/>
          <w:sz w:val="22"/>
          <w:szCs w:val="22"/>
          <w:lang w:val="en-GB"/>
        </w:rPr>
        <w:t xml:space="preserve"> presenting </w:t>
      </w:r>
      <w:r w:rsidR="00BF73A0">
        <w:rPr>
          <w:rFonts w:ascii="Arial" w:hAnsi="Arial" w:cs="Arial"/>
          <w:sz w:val="22"/>
          <w:szCs w:val="22"/>
          <w:lang w:val="en-GB"/>
        </w:rPr>
        <w:t xml:space="preserve">improvements to </w:t>
      </w:r>
      <w:proofErr w:type="spellStart"/>
      <w:r w:rsidR="00BF73A0">
        <w:rPr>
          <w:rFonts w:ascii="Arial" w:hAnsi="Arial" w:cs="Arial"/>
          <w:sz w:val="22"/>
          <w:szCs w:val="22"/>
          <w:lang w:val="en-GB"/>
        </w:rPr>
        <w:t>Eplan</w:t>
      </w:r>
      <w:proofErr w:type="spellEnd"/>
      <w:r w:rsidR="00BF73A0">
        <w:rPr>
          <w:rFonts w:ascii="Arial" w:hAnsi="Arial" w:cs="Arial"/>
          <w:sz w:val="22"/>
          <w:szCs w:val="22"/>
          <w:lang w:val="en-GB"/>
        </w:rPr>
        <w:t xml:space="preserve"> </w:t>
      </w:r>
      <w:proofErr w:type="spellStart"/>
      <w:r w:rsidR="00BF73A0">
        <w:rPr>
          <w:rFonts w:ascii="Arial" w:hAnsi="Arial" w:cs="Arial"/>
          <w:sz w:val="22"/>
          <w:szCs w:val="22"/>
          <w:lang w:val="en-GB"/>
        </w:rPr>
        <w:t>eView</w:t>
      </w:r>
      <w:proofErr w:type="spellEnd"/>
      <w:r w:rsidR="00BF73A0">
        <w:rPr>
          <w:rFonts w:ascii="Arial" w:hAnsi="Arial" w:cs="Arial"/>
          <w:sz w:val="22"/>
          <w:szCs w:val="22"/>
          <w:lang w:val="en-GB"/>
        </w:rPr>
        <w:t xml:space="preserve"> Free that provide service technicians in particular with far more flexibility. Tobias Kratz, </w:t>
      </w:r>
      <w:r w:rsidR="00BF73A0" w:rsidRPr="00985132">
        <w:rPr>
          <w:rFonts w:ascii="Arial" w:hAnsi="Arial" w:cs="Arial"/>
          <w:sz w:val="22"/>
          <w:szCs w:val="22"/>
          <w:lang w:val="en-GB"/>
        </w:rPr>
        <w:t>Business Owner Rapid Design</w:t>
      </w:r>
      <w:r w:rsidR="00BF73A0">
        <w:rPr>
          <w:rFonts w:ascii="Arial" w:hAnsi="Arial" w:cs="Arial"/>
          <w:sz w:val="22"/>
          <w:szCs w:val="22"/>
          <w:lang w:val="en-GB"/>
        </w:rPr>
        <w:t xml:space="preserve"> at </w:t>
      </w:r>
      <w:proofErr w:type="spellStart"/>
      <w:r w:rsidR="00BF73A0">
        <w:rPr>
          <w:rFonts w:ascii="Arial" w:hAnsi="Arial" w:cs="Arial"/>
          <w:sz w:val="22"/>
          <w:szCs w:val="22"/>
          <w:lang w:val="en-GB"/>
        </w:rPr>
        <w:t>Eplan</w:t>
      </w:r>
      <w:proofErr w:type="spellEnd"/>
      <w:r w:rsidR="00BF73A0">
        <w:rPr>
          <w:rFonts w:ascii="Arial" w:hAnsi="Arial" w:cs="Arial"/>
          <w:sz w:val="22"/>
          <w:szCs w:val="22"/>
          <w:lang w:val="en-GB"/>
        </w:rPr>
        <w:t xml:space="preserve"> explains: “</w:t>
      </w:r>
      <w:proofErr w:type="spellStart"/>
      <w:r w:rsidR="00BF73A0">
        <w:rPr>
          <w:rFonts w:ascii="Arial" w:hAnsi="Arial" w:cs="Arial"/>
          <w:sz w:val="22"/>
          <w:szCs w:val="22"/>
          <w:lang w:val="en-GB"/>
        </w:rPr>
        <w:t>Eplan</w:t>
      </w:r>
      <w:proofErr w:type="spellEnd"/>
      <w:r w:rsidR="00BF73A0">
        <w:rPr>
          <w:rFonts w:ascii="Arial" w:hAnsi="Arial" w:cs="Arial"/>
          <w:sz w:val="22"/>
          <w:szCs w:val="22"/>
          <w:lang w:val="en-GB"/>
        </w:rPr>
        <w:t xml:space="preserve"> </w:t>
      </w:r>
      <w:proofErr w:type="spellStart"/>
      <w:r w:rsidR="00BF73A0">
        <w:rPr>
          <w:rFonts w:ascii="Arial" w:hAnsi="Arial" w:cs="Arial"/>
          <w:sz w:val="22"/>
          <w:szCs w:val="22"/>
          <w:lang w:val="en-GB"/>
        </w:rPr>
        <w:t>eView</w:t>
      </w:r>
      <w:proofErr w:type="spellEnd"/>
      <w:r w:rsidR="00BF73A0">
        <w:rPr>
          <w:rFonts w:ascii="Arial" w:hAnsi="Arial" w:cs="Arial"/>
          <w:sz w:val="22"/>
          <w:szCs w:val="22"/>
          <w:lang w:val="en-GB"/>
        </w:rPr>
        <w:t xml:space="preserve"> Free support</w:t>
      </w:r>
      <w:r w:rsidR="00BB015F">
        <w:rPr>
          <w:rFonts w:ascii="Arial" w:hAnsi="Arial" w:cs="Arial"/>
          <w:sz w:val="22"/>
          <w:szCs w:val="22"/>
          <w:lang w:val="en-GB"/>
        </w:rPr>
        <w:t>s</w:t>
      </w:r>
      <w:r w:rsidR="00BF73A0">
        <w:rPr>
          <w:rFonts w:ascii="Arial" w:hAnsi="Arial" w:cs="Arial"/>
          <w:sz w:val="22"/>
          <w:szCs w:val="22"/>
          <w:lang w:val="en-GB"/>
        </w:rPr>
        <w:t xml:space="preserve"> the service team during maintenance by providing a visualisation of the digital twin with the full depth of information. With the new 3D graphics engine, entire sections of a control cabinet can be displayed or hidden, and individual components can even be highlighted in the visualisation.” The benefits are clear: if a service technician hides a side panel or doors, as examples, all the components within are freely accessible – meaning she has a</w:t>
      </w:r>
      <w:r w:rsidR="00EE5F60">
        <w:rPr>
          <w:rFonts w:ascii="Arial" w:hAnsi="Arial" w:cs="Arial"/>
          <w:sz w:val="22"/>
          <w:szCs w:val="22"/>
          <w:lang w:val="en-GB"/>
        </w:rPr>
        <w:t xml:space="preserve"> complete view of the cabinet’s interior. And this view is available at any time and independent of location – simply by using an internet browser.</w:t>
      </w:r>
    </w:p>
    <w:p w14:paraId="776B900D" w14:textId="79650172" w:rsidR="009031E3" w:rsidRDefault="009031E3" w:rsidP="008D74A4">
      <w:pPr>
        <w:pStyle w:val="paragraph"/>
        <w:spacing w:before="0" w:beforeAutospacing="0" w:after="0" w:afterAutospacing="0" w:line="312" w:lineRule="auto"/>
        <w:ind w:right="3493"/>
        <w:textAlignment w:val="baseline"/>
        <w:rPr>
          <w:rFonts w:ascii="Arial" w:hAnsi="Arial" w:cs="Arial"/>
          <w:sz w:val="22"/>
          <w:szCs w:val="22"/>
          <w:lang w:val="en-GB"/>
        </w:rPr>
      </w:pPr>
    </w:p>
    <w:p w14:paraId="32F57072" w14:textId="77777777" w:rsidR="009031E3" w:rsidRPr="00985132" w:rsidRDefault="009031E3" w:rsidP="008D74A4">
      <w:pPr>
        <w:pStyle w:val="paragraph"/>
        <w:spacing w:before="0" w:beforeAutospacing="0" w:after="0" w:afterAutospacing="0" w:line="312" w:lineRule="auto"/>
        <w:ind w:right="3493"/>
        <w:textAlignment w:val="baseline"/>
        <w:rPr>
          <w:rFonts w:ascii="Arial" w:hAnsi="Arial" w:cs="Arial"/>
          <w:sz w:val="22"/>
          <w:szCs w:val="22"/>
          <w:lang w:val="en-GB"/>
        </w:rPr>
      </w:pPr>
    </w:p>
    <w:p w14:paraId="008BBB20" w14:textId="60C7ADBD" w:rsidR="008D74A4" w:rsidRPr="00985132" w:rsidRDefault="00BF73A0" w:rsidP="008D74A4">
      <w:pPr>
        <w:pStyle w:val="StandardWeb"/>
        <w:spacing w:before="0" w:beforeAutospacing="0" w:after="120" w:afterAutospacing="0" w:line="312" w:lineRule="auto"/>
        <w:ind w:right="3493"/>
        <w:rPr>
          <w:rFonts w:ascii="Arial" w:hAnsi="Arial" w:cs="Arial"/>
          <w:b/>
          <w:bCs/>
          <w:sz w:val="22"/>
          <w:szCs w:val="22"/>
          <w:lang w:val="en-GB"/>
        </w:rPr>
      </w:pPr>
      <w:r>
        <w:rPr>
          <w:rFonts w:ascii="Arial" w:hAnsi="Arial" w:cs="Arial"/>
          <w:b/>
          <w:bCs/>
          <w:sz w:val="22"/>
          <w:szCs w:val="22"/>
          <w:lang w:val="en-GB"/>
        </w:rPr>
        <w:lastRenderedPageBreak/>
        <w:t>Log in, register, get started</w:t>
      </w:r>
    </w:p>
    <w:p w14:paraId="32F36566" w14:textId="2C757A26" w:rsidR="00EE5F60" w:rsidRDefault="00EE5F60" w:rsidP="00256109">
      <w:pPr>
        <w:pStyle w:val="StandardWeb"/>
        <w:spacing w:before="0" w:beforeAutospacing="0" w:after="0" w:afterAutospacing="0" w:line="312" w:lineRule="auto"/>
        <w:ind w:right="3493"/>
        <w:rPr>
          <w:rFonts w:ascii="Arial" w:hAnsi="Arial" w:cs="Arial"/>
          <w:sz w:val="22"/>
          <w:szCs w:val="22"/>
          <w:lang w:val="en-GB"/>
        </w:rPr>
      </w:pPr>
      <w:r>
        <w:rPr>
          <w:rFonts w:ascii="Arial" w:hAnsi="Arial" w:cs="Arial"/>
          <w:sz w:val="22"/>
          <w:szCs w:val="22"/>
          <w:lang w:val="en-GB"/>
        </w:rPr>
        <w:t xml:space="preserve">How does it work? Users register at www.eplan.com </w:t>
      </w:r>
      <w:r w:rsidR="0029776F">
        <w:rPr>
          <w:rFonts w:ascii="Arial" w:hAnsi="Arial" w:cs="Arial"/>
          <w:sz w:val="22"/>
          <w:szCs w:val="22"/>
          <w:lang w:val="en-GB"/>
        </w:rPr>
        <w:t xml:space="preserve">and can upload their current projects there. With the </w:t>
      </w:r>
      <w:proofErr w:type="spellStart"/>
      <w:r w:rsidR="0029776F">
        <w:rPr>
          <w:rFonts w:ascii="Arial" w:hAnsi="Arial" w:cs="Arial"/>
          <w:sz w:val="22"/>
          <w:szCs w:val="22"/>
          <w:lang w:val="en-GB"/>
        </w:rPr>
        <w:t>eView</w:t>
      </w:r>
      <w:proofErr w:type="spellEnd"/>
      <w:r w:rsidR="0029776F">
        <w:rPr>
          <w:rFonts w:ascii="Arial" w:hAnsi="Arial" w:cs="Arial"/>
          <w:sz w:val="22"/>
          <w:szCs w:val="22"/>
          <w:lang w:val="en-GB"/>
        </w:rPr>
        <w:t xml:space="preserve"> Free application, project documentation can be displayed in 2D as a schematic or in 3D as a virtual visualisation of the control cabinet. The new integrated split-screen technology provides more freedom in choosing viewing options: the schematics and the AR model of the control cabinet can now be displayed next to each other</w:t>
      </w:r>
      <w:r w:rsidR="009031E3">
        <w:rPr>
          <w:rFonts w:ascii="Arial" w:hAnsi="Arial" w:cs="Arial"/>
          <w:sz w:val="22"/>
          <w:szCs w:val="22"/>
          <w:lang w:val="en-GB"/>
        </w:rPr>
        <w:t>. I</w:t>
      </w:r>
      <w:r w:rsidR="0029776F">
        <w:rPr>
          <w:rFonts w:ascii="Arial" w:hAnsi="Arial" w:cs="Arial"/>
          <w:sz w:val="22"/>
          <w:szCs w:val="22"/>
          <w:lang w:val="en-GB"/>
        </w:rPr>
        <w:t xml:space="preserve">n the case that the machine shuts down, as an example, the fault can quickly be traced back to its source and the faulty component or components can be highlighted. If the service technicians need more information, they can open the 3D model of a component directly from the schematics. </w:t>
      </w:r>
      <w:r w:rsidR="00085EA9">
        <w:rPr>
          <w:rFonts w:ascii="Arial" w:hAnsi="Arial" w:cs="Arial"/>
          <w:sz w:val="22"/>
          <w:szCs w:val="22"/>
          <w:lang w:val="en-GB"/>
        </w:rPr>
        <w:t>Another practical advantage is access to cross-references to the</w:t>
      </w:r>
      <w:r w:rsidR="0029776F">
        <w:rPr>
          <w:rFonts w:ascii="Arial" w:hAnsi="Arial" w:cs="Arial"/>
          <w:sz w:val="22"/>
          <w:szCs w:val="22"/>
          <w:lang w:val="en-GB"/>
        </w:rPr>
        <w:t xml:space="preserve"> device list</w:t>
      </w:r>
      <w:r w:rsidR="00085EA9">
        <w:rPr>
          <w:rFonts w:ascii="Arial" w:hAnsi="Arial" w:cs="Arial"/>
          <w:sz w:val="22"/>
          <w:szCs w:val="22"/>
          <w:lang w:val="en-GB"/>
        </w:rPr>
        <w:t>s</w:t>
      </w:r>
      <w:r w:rsidR="0029776F">
        <w:rPr>
          <w:rFonts w:ascii="Arial" w:hAnsi="Arial" w:cs="Arial"/>
          <w:sz w:val="22"/>
          <w:szCs w:val="22"/>
          <w:lang w:val="en-GB"/>
        </w:rPr>
        <w:t xml:space="preserve">, bills of </w:t>
      </w:r>
      <w:proofErr w:type="spellStart"/>
      <w:r w:rsidR="0029776F">
        <w:rPr>
          <w:rFonts w:ascii="Arial" w:hAnsi="Arial" w:cs="Arial"/>
          <w:sz w:val="22"/>
          <w:szCs w:val="22"/>
          <w:lang w:val="en-GB"/>
        </w:rPr>
        <w:t>mateirals</w:t>
      </w:r>
      <w:proofErr w:type="spellEnd"/>
      <w:r w:rsidR="0029776F">
        <w:rPr>
          <w:rFonts w:ascii="Arial" w:hAnsi="Arial" w:cs="Arial"/>
          <w:sz w:val="22"/>
          <w:szCs w:val="22"/>
          <w:lang w:val="en-GB"/>
        </w:rPr>
        <w:t xml:space="preserve">, cable overviews and other </w:t>
      </w:r>
      <w:r w:rsidR="00085EA9">
        <w:rPr>
          <w:rFonts w:ascii="Arial" w:hAnsi="Arial" w:cs="Arial"/>
          <w:sz w:val="22"/>
          <w:szCs w:val="22"/>
          <w:lang w:val="en-GB"/>
        </w:rPr>
        <w:t>analyses including topologies.</w:t>
      </w:r>
    </w:p>
    <w:p w14:paraId="0E6AF91B" w14:textId="77777777" w:rsidR="0029776F" w:rsidRDefault="0029776F" w:rsidP="00256109">
      <w:pPr>
        <w:pStyle w:val="StandardWeb"/>
        <w:spacing w:before="0" w:beforeAutospacing="0" w:after="0" w:afterAutospacing="0" w:line="312" w:lineRule="auto"/>
        <w:ind w:right="3493"/>
        <w:rPr>
          <w:rFonts w:ascii="Arial" w:hAnsi="Arial" w:cs="Arial"/>
          <w:sz w:val="22"/>
          <w:szCs w:val="22"/>
          <w:lang w:val="en-GB"/>
        </w:rPr>
      </w:pPr>
    </w:p>
    <w:p w14:paraId="6344DFCC" w14:textId="794BF964" w:rsidR="00E13D0D" w:rsidRPr="00985132" w:rsidRDefault="00E13D0D" w:rsidP="00E13D0D">
      <w:pPr>
        <w:pStyle w:val="StandardWeb"/>
        <w:spacing w:before="0" w:beforeAutospacing="0" w:after="120" w:afterAutospacing="0" w:line="312" w:lineRule="auto"/>
        <w:ind w:right="3493"/>
        <w:rPr>
          <w:rFonts w:ascii="Arial" w:hAnsi="Arial" w:cs="Arial"/>
          <w:b/>
          <w:bCs/>
          <w:sz w:val="22"/>
          <w:szCs w:val="22"/>
          <w:lang w:val="en-GB"/>
        </w:rPr>
      </w:pPr>
      <w:r w:rsidRPr="00985132">
        <w:rPr>
          <w:rFonts w:ascii="Arial" w:hAnsi="Arial" w:cs="Arial"/>
          <w:b/>
          <w:bCs/>
          <w:sz w:val="22"/>
          <w:szCs w:val="22"/>
          <w:lang w:val="en-GB"/>
        </w:rPr>
        <w:t>G</w:t>
      </w:r>
      <w:r w:rsidR="00EE5F60">
        <w:rPr>
          <w:rFonts w:ascii="Arial" w:hAnsi="Arial" w:cs="Arial"/>
          <w:b/>
          <w:bCs/>
          <w:sz w:val="22"/>
          <w:szCs w:val="22"/>
          <w:lang w:val="en-GB"/>
        </w:rPr>
        <w:t>reat collaboration between engineering and service departments</w:t>
      </w:r>
    </w:p>
    <w:p w14:paraId="54723685" w14:textId="43C958C0" w:rsidR="00085EA9" w:rsidRDefault="00085EA9" w:rsidP="008D74A4">
      <w:pPr>
        <w:pStyle w:val="StandardWeb"/>
        <w:spacing w:before="0" w:beforeAutospacing="0" w:after="0" w:afterAutospacing="0" w:line="312" w:lineRule="auto"/>
        <w:ind w:right="3493"/>
        <w:rPr>
          <w:rFonts w:ascii="Arial" w:hAnsi="Arial" w:cs="Arial"/>
          <w:sz w:val="22"/>
          <w:szCs w:val="22"/>
          <w:lang w:val="en-GB"/>
        </w:rPr>
      </w:pPr>
      <w:r>
        <w:rPr>
          <w:rFonts w:ascii="Arial" w:hAnsi="Arial" w:cs="Arial"/>
          <w:sz w:val="22"/>
          <w:szCs w:val="22"/>
          <w:lang w:val="en-GB"/>
        </w:rPr>
        <w:t xml:space="preserve">Using the redlining function, service technicians can note the changes directly on the schematics, which are then automatically forwarded to the engineering department. This results in documentation that is always up to date, including for any upcoming maintenance or servicing. Furthermore, setpoints can be </w:t>
      </w:r>
      <w:r w:rsidR="00B72C63">
        <w:rPr>
          <w:rFonts w:ascii="Arial" w:hAnsi="Arial" w:cs="Arial"/>
          <w:sz w:val="22"/>
          <w:szCs w:val="22"/>
          <w:lang w:val="en-GB"/>
        </w:rPr>
        <w:t xml:space="preserve">recorded </w:t>
      </w:r>
      <w:r>
        <w:rPr>
          <w:rFonts w:ascii="Arial" w:hAnsi="Arial" w:cs="Arial"/>
          <w:sz w:val="22"/>
          <w:szCs w:val="22"/>
          <w:lang w:val="en-GB"/>
        </w:rPr>
        <w:t xml:space="preserve">directly </w:t>
      </w:r>
      <w:r w:rsidR="00B72C63">
        <w:rPr>
          <w:rFonts w:ascii="Arial" w:hAnsi="Arial" w:cs="Arial"/>
          <w:sz w:val="22"/>
          <w:szCs w:val="22"/>
          <w:lang w:val="en-GB"/>
        </w:rPr>
        <w:t xml:space="preserve">in the schematics using the greenlining function as another example. Documentation stored in the Eplan Cloud is available to view at </w:t>
      </w:r>
      <w:proofErr w:type="spellStart"/>
      <w:r w:rsidR="00B72C63">
        <w:rPr>
          <w:rFonts w:ascii="Arial" w:hAnsi="Arial" w:cs="Arial"/>
          <w:sz w:val="22"/>
          <w:szCs w:val="22"/>
          <w:lang w:val="en-GB"/>
        </w:rPr>
        <w:t>any time</w:t>
      </w:r>
      <w:proofErr w:type="spellEnd"/>
      <w:r w:rsidR="00B72C63">
        <w:rPr>
          <w:rFonts w:ascii="Arial" w:hAnsi="Arial" w:cs="Arial"/>
          <w:sz w:val="22"/>
          <w:szCs w:val="22"/>
          <w:lang w:val="en-GB"/>
        </w:rPr>
        <w:t xml:space="preserve"> from anywhere in the world, making interdepartmental collaboration even easier.</w:t>
      </w:r>
    </w:p>
    <w:p w14:paraId="77E17162" w14:textId="04200BDC" w:rsidR="00240A88" w:rsidRPr="00985132" w:rsidRDefault="00240A88" w:rsidP="00240A88">
      <w:pPr>
        <w:pStyle w:val="paragraph"/>
        <w:spacing w:before="0" w:beforeAutospacing="0" w:after="0" w:afterAutospacing="0" w:line="312" w:lineRule="auto"/>
        <w:ind w:right="3493"/>
        <w:textAlignment w:val="baseline"/>
        <w:rPr>
          <w:rFonts w:ascii="Arial" w:hAnsi="Arial" w:cs="Arial"/>
          <w:sz w:val="22"/>
          <w:szCs w:val="22"/>
          <w:lang w:val="en-GB"/>
        </w:rPr>
      </w:pPr>
    </w:p>
    <w:p w14:paraId="5BC48394" w14:textId="04FE906E" w:rsidR="00996580" w:rsidRPr="00985132" w:rsidRDefault="00E13D0D" w:rsidP="00996580">
      <w:pPr>
        <w:pStyle w:val="paragraph"/>
        <w:spacing w:before="0" w:beforeAutospacing="0" w:after="120" w:afterAutospacing="0" w:line="312" w:lineRule="auto"/>
        <w:ind w:right="3493"/>
        <w:textAlignment w:val="baseline"/>
        <w:rPr>
          <w:rFonts w:ascii="Arial" w:hAnsi="Arial" w:cs="Arial"/>
          <w:b/>
          <w:bCs/>
          <w:sz w:val="22"/>
          <w:szCs w:val="22"/>
          <w:lang w:val="en-GB"/>
        </w:rPr>
      </w:pPr>
      <w:r w:rsidRPr="00985132">
        <w:rPr>
          <w:rFonts w:ascii="Arial" w:hAnsi="Arial" w:cs="Arial"/>
          <w:b/>
          <w:bCs/>
          <w:sz w:val="22"/>
          <w:szCs w:val="22"/>
          <w:lang w:val="en-GB"/>
        </w:rPr>
        <w:t>AR</w:t>
      </w:r>
      <w:r w:rsidR="00B72C63">
        <w:rPr>
          <w:rFonts w:ascii="Arial" w:hAnsi="Arial" w:cs="Arial"/>
          <w:b/>
          <w:bCs/>
          <w:sz w:val="22"/>
          <w:szCs w:val="22"/>
          <w:lang w:val="en-GB"/>
        </w:rPr>
        <w:t>: freely project a control cabinet into the physical environment</w:t>
      </w:r>
    </w:p>
    <w:p w14:paraId="2C62C8AB" w14:textId="0E34966A" w:rsidR="0070246B" w:rsidRDefault="0070246B" w:rsidP="00996580">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The new version of </w:t>
      </w:r>
      <w:proofErr w:type="spellStart"/>
      <w:r>
        <w:rPr>
          <w:rFonts w:ascii="Arial" w:hAnsi="Arial" w:cs="Arial"/>
          <w:sz w:val="22"/>
          <w:szCs w:val="22"/>
          <w:lang w:val="en-GB"/>
        </w:rPr>
        <w:t>Eplan</w:t>
      </w:r>
      <w:proofErr w:type="spellEnd"/>
      <w:r>
        <w:rPr>
          <w:rFonts w:ascii="Arial" w:hAnsi="Arial" w:cs="Arial"/>
          <w:sz w:val="22"/>
          <w:szCs w:val="22"/>
          <w:lang w:val="en-GB"/>
        </w:rPr>
        <w:t xml:space="preserve"> </w:t>
      </w:r>
      <w:proofErr w:type="spellStart"/>
      <w:r>
        <w:rPr>
          <w:rFonts w:ascii="Arial" w:hAnsi="Arial" w:cs="Arial"/>
          <w:sz w:val="22"/>
          <w:szCs w:val="22"/>
          <w:lang w:val="en-GB"/>
        </w:rPr>
        <w:t>eView</w:t>
      </w:r>
      <w:proofErr w:type="spellEnd"/>
      <w:r>
        <w:rPr>
          <w:rFonts w:ascii="Arial" w:hAnsi="Arial" w:cs="Arial"/>
          <w:sz w:val="22"/>
          <w:szCs w:val="22"/>
          <w:lang w:val="en-GB"/>
        </w:rPr>
        <w:t xml:space="preserve"> Free has also made the possibility of virtually projecting control cabinets into a physical space easier. A control cabinet can be freely positioned in a physical space</w:t>
      </w:r>
      <w:r w:rsidR="002F4078">
        <w:rPr>
          <w:rFonts w:ascii="Arial" w:hAnsi="Arial" w:cs="Arial"/>
          <w:sz w:val="22"/>
          <w:szCs w:val="22"/>
          <w:lang w:val="en-GB"/>
        </w:rPr>
        <w:t xml:space="preserve"> using the camera of a tablet </w:t>
      </w:r>
      <w:r w:rsidR="002F4078">
        <w:rPr>
          <w:rFonts w:ascii="Arial" w:hAnsi="Arial" w:cs="Arial"/>
          <w:sz w:val="22"/>
          <w:szCs w:val="22"/>
          <w:lang w:val="en-GB"/>
        </w:rPr>
        <w:lastRenderedPageBreak/>
        <w:t xml:space="preserve">computer or smartphone. It can be virtually projected as an overlay into any space using the integrated AR technology, for instance into a machine shop. Access to the AR functionality through PTC’s Vuforia app has also been simplified. Users of this free app can now call up the AR function directly in the viewer with a click. The software then generates a QR code or a link that can be shared with other project participants. If the Vuforia app isn’t installed on the device, </w:t>
      </w:r>
      <w:proofErr w:type="spellStart"/>
      <w:r w:rsidR="002F4078">
        <w:rPr>
          <w:rFonts w:ascii="Arial" w:hAnsi="Arial" w:cs="Arial"/>
          <w:sz w:val="22"/>
          <w:szCs w:val="22"/>
          <w:lang w:val="en-GB"/>
        </w:rPr>
        <w:t>eView</w:t>
      </w:r>
      <w:proofErr w:type="spellEnd"/>
      <w:r w:rsidR="002F4078">
        <w:rPr>
          <w:rFonts w:ascii="Arial" w:hAnsi="Arial" w:cs="Arial"/>
          <w:sz w:val="22"/>
          <w:szCs w:val="22"/>
          <w:lang w:val="en-GB"/>
        </w:rPr>
        <w:t xml:space="preserve"> Free automatically suggests installing it.</w:t>
      </w:r>
    </w:p>
    <w:p w14:paraId="5C73A66D" w14:textId="77777777" w:rsidR="00996580" w:rsidRPr="00985132" w:rsidRDefault="00996580" w:rsidP="00240A88">
      <w:pPr>
        <w:pStyle w:val="paragraph"/>
        <w:spacing w:before="0" w:beforeAutospacing="0" w:after="0" w:afterAutospacing="0" w:line="312" w:lineRule="auto"/>
        <w:ind w:right="3493"/>
        <w:textAlignment w:val="baseline"/>
        <w:rPr>
          <w:rFonts w:ascii="Arial" w:hAnsi="Arial" w:cs="Arial"/>
          <w:sz w:val="22"/>
          <w:szCs w:val="22"/>
          <w:lang w:val="en-GB"/>
        </w:rPr>
      </w:pPr>
    </w:p>
    <w:p w14:paraId="18DA7FDE" w14:textId="2C266433" w:rsidR="00111846" w:rsidRPr="00985132" w:rsidRDefault="0086240B" w:rsidP="007F56A6">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Find downloads and more information at</w:t>
      </w:r>
      <w:r w:rsidR="00111846" w:rsidRPr="00985132">
        <w:rPr>
          <w:rFonts w:ascii="Arial" w:hAnsi="Arial" w:cs="Arial"/>
          <w:sz w:val="22"/>
          <w:szCs w:val="22"/>
          <w:lang w:val="en-GB"/>
        </w:rPr>
        <w:t xml:space="preserve">: </w:t>
      </w:r>
      <w:r w:rsidR="005814B5" w:rsidRPr="00985132">
        <w:rPr>
          <w:rFonts w:ascii="Arial" w:hAnsi="Arial" w:cs="Arial"/>
          <w:sz w:val="22"/>
          <w:szCs w:val="22"/>
          <w:lang w:val="en-GB"/>
        </w:rPr>
        <w:t>www.eplan.com</w:t>
      </w:r>
    </w:p>
    <w:p w14:paraId="4ADC9986" w14:textId="77777777" w:rsidR="007F56A6" w:rsidRPr="00985132" w:rsidRDefault="007F56A6"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75146E81" w14:textId="0D769F64" w:rsidR="0047607D" w:rsidRPr="00985132" w:rsidRDefault="0047607D" w:rsidP="007916BF">
      <w:pPr>
        <w:spacing w:after="240" w:line="312" w:lineRule="auto"/>
        <w:ind w:right="3493"/>
        <w:rPr>
          <w:rFonts w:ascii="Arial" w:hAnsi="Arial" w:cs="Arial"/>
          <w:sz w:val="22"/>
          <w:szCs w:val="22"/>
          <w:lang w:val="en-GB"/>
        </w:rPr>
      </w:pPr>
      <w:r w:rsidRPr="00985132">
        <w:rPr>
          <w:rFonts w:ascii="Arial" w:hAnsi="Arial" w:cs="Arial"/>
          <w:sz w:val="22"/>
          <w:szCs w:val="22"/>
          <w:lang w:val="en-GB"/>
        </w:rPr>
        <w:t>(</w:t>
      </w:r>
      <w:r w:rsidR="00B32891">
        <w:rPr>
          <w:rFonts w:ascii="Arial" w:hAnsi="Arial" w:cs="Arial"/>
          <w:sz w:val="22"/>
          <w:szCs w:val="22"/>
          <w:lang w:val="en-GB"/>
        </w:rPr>
        <w:t>4,00</w:t>
      </w:r>
      <w:r w:rsidR="00BF4767">
        <w:rPr>
          <w:rFonts w:ascii="Arial" w:hAnsi="Arial" w:cs="Arial"/>
          <w:sz w:val="22"/>
          <w:szCs w:val="22"/>
          <w:lang w:val="en-GB"/>
        </w:rPr>
        <w:t>8</w:t>
      </w:r>
      <w:r w:rsidR="0086240B">
        <w:rPr>
          <w:rFonts w:ascii="Arial" w:hAnsi="Arial" w:cs="Arial"/>
          <w:sz w:val="22"/>
          <w:szCs w:val="22"/>
          <w:lang w:val="en-GB"/>
        </w:rPr>
        <w:t xml:space="preserve"> characters</w:t>
      </w:r>
      <w:r w:rsidRPr="00985132">
        <w:rPr>
          <w:rFonts w:ascii="Arial" w:hAnsi="Arial" w:cs="Arial"/>
          <w:sz w:val="22"/>
          <w:szCs w:val="22"/>
          <w:lang w:val="en-GB"/>
        </w:rPr>
        <w:t>)</w:t>
      </w:r>
    </w:p>
    <w:p w14:paraId="2BE0356A" w14:textId="77777777" w:rsidR="00CF274B" w:rsidRPr="00985132" w:rsidRDefault="00CF274B" w:rsidP="007916BF">
      <w:pPr>
        <w:spacing w:after="240" w:line="312" w:lineRule="auto"/>
        <w:ind w:right="3493"/>
        <w:rPr>
          <w:rFonts w:ascii="Wingdings" w:hAnsi="Wingdings"/>
          <w:lang w:val="en-GB"/>
        </w:rPr>
      </w:pPr>
      <w:r w:rsidRPr="00985132">
        <w:rPr>
          <w:rFonts w:ascii="Wingdings" w:hAnsi="Wingdings"/>
          <w:lang w:val="en-GB"/>
        </w:rPr>
        <w:t></w:t>
      </w:r>
    </w:p>
    <w:p w14:paraId="536DE25F" w14:textId="711B0AC1" w:rsidR="00CF274B" w:rsidRPr="00985132" w:rsidRDefault="0086240B" w:rsidP="007916BF">
      <w:pPr>
        <w:pStyle w:val="PIAbspann"/>
        <w:rPr>
          <w:b/>
          <w:bCs/>
          <w:lang w:val="en-GB"/>
        </w:rPr>
      </w:pPr>
      <w:r>
        <w:rPr>
          <w:b/>
          <w:bCs/>
          <w:lang w:val="en-GB"/>
        </w:rPr>
        <w:t>Images</w:t>
      </w:r>
    </w:p>
    <w:p w14:paraId="4FCD894D" w14:textId="77777777" w:rsidR="005027FC" w:rsidRDefault="003162D0" w:rsidP="005027FC">
      <w:pPr>
        <w:autoSpaceDE w:val="0"/>
        <w:autoSpaceDN w:val="0"/>
        <w:adjustRightInd w:val="0"/>
        <w:spacing w:after="240" w:line="312" w:lineRule="auto"/>
        <w:ind w:right="3493"/>
        <w:rPr>
          <w:rFonts w:ascii="Arial" w:hAnsi="Arial" w:cs="Arial"/>
          <w:sz w:val="18"/>
          <w:lang w:val="en-GB"/>
        </w:rPr>
      </w:pPr>
      <w:proofErr w:type="spellStart"/>
      <w:r w:rsidRPr="00985132">
        <w:rPr>
          <w:rFonts w:ascii="Arial" w:hAnsi="Arial" w:cs="Arial"/>
          <w:sz w:val="18"/>
          <w:lang w:val="en-GB"/>
        </w:rPr>
        <w:t>eView</w:t>
      </w:r>
      <w:proofErr w:type="spellEnd"/>
      <w:r w:rsidRPr="00985132">
        <w:rPr>
          <w:rFonts w:ascii="Arial" w:hAnsi="Arial" w:cs="Arial"/>
          <w:sz w:val="18"/>
          <w:lang w:val="en-GB"/>
        </w:rPr>
        <w:t xml:space="preserve"> Free.jpg: </w:t>
      </w:r>
      <w:r w:rsidR="005027FC" w:rsidRPr="005027FC">
        <w:rPr>
          <w:rFonts w:ascii="Arial" w:hAnsi="Arial" w:cs="Arial"/>
          <w:sz w:val="18"/>
          <w:lang w:val="en-GB"/>
        </w:rPr>
        <w:t xml:space="preserve">At the SPS in Nuremberg, Germany, Eplan will be presenting improvements to </w:t>
      </w:r>
      <w:proofErr w:type="spellStart"/>
      <w:r w:rsidR="005027FC" w:rsidRPr="005027FC">
        <w:rPr>
          <w:rFonts w:ascii="Arial" w:hAnsi="Arial" w:cs="Arial"/>
          <w:sz w:val="18"/>
          <w:lang w:val="en-GB"/>
        </w:rPr>
        <w:t>Eplan</w:t>
      </w:r>
      <w:proofErr w:type="spellEnd"/>
      <w:r w:rsidR="005027FC" w:rsidRPr="005027FC">
        <w:rPr>
          <w:rFonts w:ascii="Arial" w:hAnsi="Arial" w:cs="Arial"/>
          <w:sz w:val="18"/>
          <w:lang w:val="en-GB"/>
        </w:rPr>
        <w:t xml:space="preserve"> </w:t>
      </w:r>
      <w:proofErr w:type="spellStart"/>
      <w:r w:rsidR="005027FC" w:rsidRPr="005027FC">
        <w:rPr>
          <w:rFonts w:ascii="Arial" w:hAnsi="Arial" w:cs="Arial"/>
          <w:sz w:val="18"/>
          <w:lang w:val="en-GB"/>
        </w:rPr>
        <w:t>eView</w:t>
      </w:r>
      <w:proofErr w:type="spellEnd"/>
      <w:r w:rsidR="005027FC" w:rsidRPr="005027FC">
        <w:rPr>
          <w:rFonts w:ascii="Arial" w:hAnsi="Arial" w:cs="Arial"/>
          <w:sz w:val="18"/>
          <w:lang w:val="en-GB"/>
        </w:rPr>
        <w:t xml:space="preserve"> Free that provide service technicians in particular with far more flexibility. </w:t>
      </w:r>
    </w:p>
    <w:p w14:paraId="6605C432" w14:textId="3F8BCDCB" w:rsidR="005027FC" w:rsidRDefault="00DF39D0" w:rsidP="005027FC">
      <w:pPr>
        <w:autoSpaceDE w:val="0"/>
        <w:autoSpaceDN w:val="0"/>
        <w:adjustRightInd w:val="0"/>
        <w:spacing w:after="240" w:line="312" w:lineRule="auto"/>
        <w:ind w:right="3493"/>
        <w:rPr>
          <w:rFonts w:ascii="Arial" w:hAnsi="Arial" w:cs="Arial"/>
          <w:sz w:val="18"/>
          <w:lang w:val="en-GB"/>
        </w:rPr>
      </w:pPr>
      <w:r w:rsidRPr="00985132">
        <w:rPr>
          <w:rFonts w:ascii="Arial" w:hAnsi="Arial" w:cs="Arial"/>
          <w:sz w:val="18"/>
          <w:lang w:val="en-GB"/>
        </w:rPr>
        <w:t xml:space="preserve">Tobias Kratz.jpg: </w:t>
      </w:r>
      <w:r w:rsidR="005027FC">
        <w:rPr>
          <w:rFonts w:ascii="Arial" w:hAnsi="Arial" w:cs="Arial"/>
          <w:sz w:val="18"/>
          <w:lang w:val="en-GB"/>
        </w:rPr>
        <w:t>“</w:t>
      </w:r>
      <w:r w:rsidR="005027FC" w:rsidRPr="005027FC">
        <w:rPr>
          <w:rFonts w:ascii="Arial" w:hAnsi="Arial" w:cs="Arial"/>
          <w:sz w:val="18"/>
          <w:lang w:val="en-GB"/>
        </w:rPr>
        <w:t>With the new 3D graphics engine, entire sections of a control cabinet can be displayed or hidden, and individual components can even be highlighted in the visualisation</w:t>
      </w:r>
      <w:r w:rsidR="005027FC">
        <w:rPr>
          <w:rFonts w:ascii="Arial" w:hAnsi="Arial" w:cs="Arial"/>
          <w:sz w:val="18"/>
          <w:lang w:val="en-GB"/>
        </w:rPr>
        <w:t xml:space="preserve">,” says </w:t>
      </w:r>
      <w:r w:rsidR="005027FC" w:rsidRPr="00985132">
        <w:rPr>
          <w:rFonts w:ascii="Arial" w:hAnsi="Arial" w:cs="Arial"/>
          <w:sz w:val="18"/>
          <w:lang w:val="en-GB"/>
        </w:rPr>
        <w:t xml:space="preserve">Tobias Kratz, Business Owner Rapid Design </w:t>
      </w:r>
      <w:r w:rsidR="005027FC">
        <w:rPr>
          <w:rFonts w:ascii="Arial" w:hAnsi="Arial" w:cs="Arial"/>
          <w:sz w:val="18"/>
          <w:lang w:val="en-GB"/>
        </w:rPr>
        <w:t>at</w:t>
      </w:r>
      <w:r w:rsidR="005027FC" w:rsidRPr="00985132">
        <w:rPr>
          <w:rFonts w:ascii="Arial" w:hAnsi="Arial" w:cs="Arial"/>
          <w:sz w:val="18"/>
          <w:lang w:val="en-GB"/>
        </w:rPr>
        <w:t xml:space="preserve"> Eplan</w:t>
      </w:r>
      <w:r w:rsidR="005027FC" w:rsidRPr="005027FC">
        <w:rPr>
          <w:rFonts w:ascii="Arial" w:hAnsi="Arial" w:cs="Arial"/>
          <w:sz w:val="18"/>
          <w:lang w:val="en-GB"/>
        </w:rPr>
        <w:t>.</w:t>
      </w:r>
    </w:p>
    <w:p w14:paraId="799498B9" w14:textId="03AAECBD" w:rsidR="003162D0" w:rsidRPr="00985132" w:rsidRDefault="00F46044" w:rsidP="00EF6AD8">
      <w:pPr>
        <w:autoSpaceDE w:val="0"/>
        <w:autoSpaceDN w:val="0"/>
        <w:adjustRightInd w:val="0"/>
        <w:spacing w:after="240" w:line="312" w:lineRule="auto"/>
        <w:ind w:right="3493"/>
        <w:rPr>
          <w:rFonts w:ascii="Arial" w:hAnsi="Arial" w:cs="Arial"/>
          <w:sz w:val="18"/>
          <w:lang w:val="en-GB"/>
        </w:rPr>
      </w:pPr>
      <w:proofErr w:type="spellStart"/>
      <w:r>
        <w:rPr>
          <w:rFonts w:ascii="Arial" w:hAnsi="Arial" w:cs="Arial"/>
          <w:sz w:val="18"/>
          <w:lang w:val="en-GB"/>
        </w:rPr>
        <w:t>eView</w:t>
      </w:r>
      <w:proofErr w:type="spellEnd"/>
      <w:r>
        <w:rPr>
          <w:rFonts w:ascii="Arial" w:hAnsi="Arial" w:cs="Arial"/>
          <w:sz w:val="18"/>
          <w:lang w:val="en-GB"/>
        </w:rPr>
        <w:t xml:space="preserve"> Free </w:t>
      </w:r>
      <w:r w:rsidR="003162D0" w:rsidRPr="00985132">
        <w:rPr>
          <w:rFonts w:ascii="Arial" w:hAnsi="Arial" w:cs="Arial"/>
          <w:sz w:val="18"/>
          <w:lang w:val="en-GB"/>
        </w:rPr>
        <w:t>3D-Ansicht</w:t>
      </w:r>
      <w:r w:rsidR="00DF39D0" w:rsidRPr="00985132">
        <w:rPr>
          <w:rFonts w:ascii="Arial" w:hAnsi="Arial" w:cs="Arial"/>
          <w:sz w:val="18"/>
          <w:lang w:val="en-GB"/>
        </w:rPr>
        <w:t xml:space="preserve">.jpg: </w:t>
      </w:r>
      <w:r w:rsidR="005027FC">
        <w:rPr>
          <w:rFonts w:ascii="Arial" w:hAnsi="Arial" w:cs="Arial"/>
          <w:sz w:val="18"/>
          <w:lang w:val="en-GB"/>
        </w:rPr>
        <w:t xml:space="preserve">Projects can easily be visualised with the new 3D view in </w:t>
      </w:r>
      <w:proofErr w:type="spellStart"/>
      <w:r w:rsidR="00DF39D0" w:rsidRPr="00985132">
        <w:rPr>
          <w:rFonts w:ascii="Arial" w:hAnsi="Arial" w:cs="Arial"/>
          <w:sz w:val="18"/>
          <w:lang w:val="en-GB"/>
        </w:rPr>
        <w:t>Eplan</w:t>
      </w:r>
      <w:proofErr w:type="spellEnd"/>
      <w:r w:rsidR="00DF39D0" w:rsidRPr="00985132">
        <w:rPr>
          <w:rFonts w:ascii="Arial" w:hAnsi="Arial" w:cs="Arial"/>
          <w:sz w:val="18"/>
          <w:lang w:val="en-GB"/>
        </w:rPr>
        <w:t xml:space="preserve"> </w:t>
      </w:r>
      <w:proofErr w:type="spellStart"/>
      <w:r w:rsidR="00DF39D0" w:rsidRPr="00985132">
        <w:rPr>
          <w:rFonts w:ascii="Arial" w:hAnsi="Arial" w:cs="Arial"/>
          <w:sz w:val="18"/>
          <w:lang w:val="en-GB"/>
        </w:rPr>
        <w:t>eView</w:t>
      </w:r>
      <w:proofErr w:type="spellEnd"/>
      <w:r w:rsidR="00DF39D0" w:rsidRPr="00985132">
        <w:rPr>
          <w:rFonts w:ascii="Arial" w:hAnsi="Arial" w:cs="Arial"/>
          <w:sz w:val="18"/>
          <w:lang w:val="en-GB"/>
        </w:rPr>
        <w:t xml:space="preserve"> Free.</w:t>
      </w:r>
    </w:p>
    <w:p w14:paraId="5EB39166" w14:textId="77777777" w:rsidR="0086240B" w:rsidRPr="00B03C54" w:rsidRDefault="0086240B" w:rsidP="0086240B">
      <w:pPr>
        <w:autoSpaceDE w:val="0"/>
        <w:autoSpaceDN w:val="0"/>
        <w:adjustRightInd w:val="0"/>
        <w:spacing w:after="240" w:line="312" w:lineRule="auto"/>
        <w:ind w:right="3493"/>
        <w:rPr>
          <w:rFonts w:ascii="Arial" w:hAnsi="Arial" w:cs="Arial"/>
          <w:sz w:val="18"/>
          <w:lang w:val="en-GB"/>
        </w:rPr>
      </w:pPr>
      <w:r w:rsidRPr="00B03C54">
        <w:rPr>
          <w:rFonts w:ascii="Arial" w:hAnsi="Arial" w:cs="Arial"/>
          <w:sz w:val="18"/>
          <w:lang w:val="en-GB"/>
        </w:rPr>
        <w:t>Please name Eplan GmbH &amp; Co. KG as the source, and provide us with a sample copy.</w:t>
      </w:r>
    </w:p>
    <w:p w14:paraId="0CDE0C5B" w14:textId="77777777" w:rsidR="003F2F91" w:rsidRPr="009C652D" w:rsidRDefault="003F2F91" w:rsidP="003F2F91">
      <w:pPr>
        <w:spacing w:after="160" w:line="259" w:lineRule="auto"/>
        <w:rPr>
          <w:rFonts w:ascii="Arial" w:hAnsi="Arial" w:cs="Arial"/>
          <w:sz w:val="18"/>
          <w:lang w:val="en-US"/>
        </w:rPr>
      </w:pPr>
    </w:p>
    <w:p w14:paraId="3D8CB0E3" w14:textId="77777777" w:rsidR="003F2F91" w:rsidRPr="00605B05" w:rsidRDefault="003F2F91" w:rsidP="003F2F91">
      <w:pPr>
        <w:pStyle w:val="PIAbspann"/>
        <w:rPr>
          <w:b/>
          <w:lang w:val="en-US"/>
        </w:rPr>
      </w:pPr>
      <w:r w:rsidRPr="00605B05">
        <w:rPr>
          <w:b/>
          <w:lang w:val="en-US"/>
        </w:rPr>
        <w:t>EPLAN</w:t>
      </w:r>
    </w:p>
    <w:p w14:paraId="596AC649" w14:textId="77777777" w:rsidR="003F2F91" w:rsidRPr="00C93686" w:rsidRDefault="003F2F91" w:rsidP="003F2F91">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045C5D8" w14:textId="77777777" w:rsidR="003F2F91" w:rsidRPr="00C93686" w:rsidRDefault="003F2F91" w:rsidP="003F2F91">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lastRenderedPageBreak/>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3FC3DBD1" w14:textId="77777777" w:rsidR="003F2F91" w:rsidRPr="00C93686" w:rsidRDefault="003F2F91" w:rsidP="003F2F91">
      <w:pPr>
        <w:pStyle w:val="PIAbspann"/>
        <w:rPr>
          <w:lang w:val="en-US"/>
        </w:rPr>
      </w:pPr>
      <w:r w:rsidRPr="00C93686">
        <w:rPr>
          <w:lang w:val="en-US"/>
        </w:rPr>
        <w:t xml:space="preserve">EPLAN was founded in 1984 and is part of the owner-operated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90</w:t>
      </w:r>
      <w:r w:rsidRPr="00C93686">
        <w:rPr>
          <w:lang w:val="en-US"/>
        </w:rPr>
        <w:t xml:space="preserve"> international subsidiaries. The entire group employs </w:t>
      </w:r>
      <w:r>
        <w:rPr>
          <w:lang w:val="en-US"/>
        </w:rPr>
        <w:t>more than 11.600</w:t>
      </w:r>
      <w:r w:rsidRPr="00C93686">
        <w:rPr>
          <w:lang w:val="en-US"/>
        </w:rPr>
        <w:t xml:space="preserve"> people and generated revenues of €2,</w:t>
      </w:r>
      <w:r>
        <w:rPr>
          <w:lang w:val="en-US"/>
        </w:rPr>
        <w:t>5</w:t>
      </w:r>
      <w:r w:rsidRPr="00C93686">
        <w:rPr>
          <w:lang w:val="en-US"/>
        </w:rPr>
        <w:t xml:space="preserve"> billion in </w:t>
      </w:r>
      <w:r>
        <w:rPr>
          <w:lang w:val="en-US"/>
        </w:rPr>
        <w:t>2021</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57D4AD94" w14:textId="77777777" w:rsidR="003F2F91" w:rsidRPr="00C93686" w:rsidRDefault="003F2F91" w:rsidP="003F2F91">
      <w:pPr>
        <w:pStyle w:val="PIAbspann"/>
        <w:spacing w:after="0"/>
        <w:rPr>
          <w:lang w:val="en-US"/>
        </w:rPr>
      </w:pPr>
      <w:r w:rsidRPr="00C93686">
        <w:rPr>
          <w:lang w:val="en-US"/>
        </w:rPr>
        <w:t>For more information visit:</w:t>
      </w:r>
    </w:p>
    <w:p w14:paraId="1513D9A4" w14:textId="77777777" w:rsidR="003F2F91" w:rsidRPr="00C93686" w:rsidRDefault="003F2F91" w:rsidP="003F2F91">
      <w:pPr>
        <w:pStyle w:val="PIAbspann"/>
        <w:spacing w:after="0"/>
        <w:rPr>
          <w:lang w:val="en-US"/>
          <w:specVanish/>
        </w:rPr>
      </w:pPr>
      <w:r w:rsidRPr="00C93686">
        <w:rPr>
          <w:lang w:val="en-US"/>
        </w:rPr>
        <w:t>www.eplan.de and www.friedhelm-loh-group.com</w:t>
      </w:r>
    </w:p>
    <w:p w14:paraId="35911802" w14:textId="77777777" w:rsidR="003F2F91" w:rsidRPr="00C93686" w:rsidRDefault="003F2F91" w:rsidP="003F2F91">
      <w:pPr>
        <w:pStyle w:val="PIAbspann"/>
        <w:spacing w:after="0"/>
        <w:rPr>
          <w:lang w:val="en-US"/>
        </w:rPr>
      </w:pPr>
    </w:p>
    <w:p w14:paraId="1A52DDBE" w14:textId="77777777" w:rsidR="003F2F91" w:rsidRPr="00C93686" w:rsidRDefault="003F2F91" w:rsidP="003F2F91">
      <w:pPr>
        <w:pStyle w:val="PIAbspann"/>
        <w:spacing w:after="0"/>
        <w:rPr>
          <w:lang w:val="en-US"/>
        </w:rPr>
      </w:pPr>
    </w:p>
    <w:p w14:paraId="14E59220" w14:textId="5B9EDEDD" w:rsidR="0086240B" w:rsidRPr="00B03C54" w:rsidRDefault="0086240B" w:rsidP="003F2F91">
      <w:pPr>
        <w:pStyle w:val="Kopfzeile"/>
        <w:tabs>
          <w:tab w:val="clear" w:pos="4536"/>
          <w:tab w:val="clear" w:pos="9072"/>
        </w:tabs>
        <w:spacing w:line="240" w:lineRule="atLeast"/>
        <w:ind w:right="3119"/>
        <w:rPr>
          <w:lang w:val="en-GB"/>
        </w:rPr>
      </w:pPr>
    </w:p>
    <w:sectPr w:rsidR="0086240B" w:rsidRPr="00B03C54" w:rsidSect="00A372FF">
      <w:headerReference w:type="even" r:id="rId11"/>
      <w:headerReference w:type="default" r:id="rId12"/>
      <w:footerReference w:type="even"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8E82" w14:textId="77777777" w:rsidR="0067719A" w:rsidRDefault="0067719A">
      <w:r>
        <w:separator/>
      </w:r>
    </w:p>
  </w:endnote>
  <w:endnote w:type="continuationSeparator" w:id="0">
    <w:p w14:paraId="57B9C951" w14:textId="77777777" w:rsidR="0067719A" w:rsidRDefault="0067719A">
      <w:r>
        <w:continuationSeparator/>
      </w:r>
    </w:p>
  </w:endnote>
  <w:endnote w:type="continuationNotice" w:id="1">
    <w:p w14:paraId="2E66698D" w14:textId="77777777" w:rsidR="0067719A" w:rsidRDefault="00677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E937" w14:textId="77777777" w:rsidR="009C10C3" w:rsidRDefault="009C10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7D140DB0" w:rsidR="00816731" w:rsidRPr="00985132" w:rsidRDefault="00985132" w:rsidP="008C6F46">
    <w:pPr>
      <w:pStyle w:val="Fuzeile"/>
      <w:jc w:val="right"/>
      <w:rPr>
        <w:rFonts w:ascii="Arial" w:hAnsi="Arial" w:cs="Arial"/>
        <w:sz w:val="22"/>
        <w:szCs w:val="22"/>
        <w:lang w:val="en-GB"/>
      </w:rPr>
    </w:pPr>
    <w:r w:rsidRPr="00985132">
      <w:rPr>
        <w:rStyle w:val="Seitenzahl"/>
        <w:rFonts w:ascii="Arial" w:hAnsi="Arial" w:cs="Arial"/>
        <w:sz w:val="22"/>
        <w:szCs w:val="22"/>
        <w:lang w:val="en-GB"/>
      </w:rPr>
      <w:t>Page</w:t>
    </w:r>
    <w:r w:rsidR="00816731" w:rsidRPr="00985132">
      <w:rPr>
        <w:rStyle w:val="Seitenzahl"/>
        <w:rFonts w:ascii="Arial" w:hAnsi="Arial" w:cs="Arial"/>
        <w:sz w:val="22"/>
        <w:szCs w:val="22"/>
        <w:lang w:val="en-GB"/>
      </w:rPr>
      <w:t xml:space="preserve"> </w:t>
    </w:r>
    <w:r w:rsidR="00816731" w:rsidRPr="00985132">
      <w:rPr>
        <w:rStyle w:val="Seitenzahl"/>
        <w:rFonts w:ascii="Arial" w:hAnsi="Arial" w:cs="Arial"/>
        <w:sz w:val="22"/>
        <w:szCs w:val="22"/>
        <w:lang w:val="en-GB"/>
      </w:rPr>
      <w:fldChar w:fldCharType="begin"/>
    </w:r>
    <w:r w:rsidR="00816731" w:rsidRPr="00985132">
      <w:rPr>
        <w:rStyle w:val="Seitenzahl"/>
        <w:rFonts w:ascii="Arial" w:hAnsi="Arial" w:cs="Arial"/>
        <w:sz w:val="22"/>
        <w:szCs w:val="22"/>
        <w:lang w:val="en-GB"/>
      </w:rPr>
      <w:instrText xml:space="preserve"> PAGE </w:instrText>
    </w:r>
    <w:r w:rsidR="00816731" w:rsidRPr="00985132">
      <w:rPr>
        <w:rStyle w:val="Seitenzahl"/>
        <w:rFonts w:ascii="Arial" w:hAnsi="Arial" w:cs="Arial"/>
        <w:sz w:val="22"/>
        <w:szCs w:val="22"/>
        <w:lang w:val="en-GB"/>
      </w:rPr>
      <w:fldChar w:fldCharType="separate"/>
    </w:r>
    <w:r w:rsidR="00AA088B" w:rsidRPr="00985132">
      <w:rPr>
        <w:rStyle w:val="Seitenzahl"/>
        <w:rFonts w:ascii="Arial" w:hAnsi="Arial" w:cs="Arial"/>
        <w:sz w:val="22"/>
        <w:szCs w:val="22"/>
        <w:lang w:val="en-GB"/>
      </w:rPr>
      <w:t>5</w:t>
    </w:r>
    <w:r w:rsidR="00816731" w:rsidRPr="00985132">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77790" w14:textId="77777777" w:rsidR="0067719A" w:rsidRDefault="0067719A">
      <w:r>
        <w:separator/>
      </w:r>
    </w:p>
  </w:footnote>
  <w:footnote w:type="continuationSeparator" w:id="0">
    <w:p w14:paraId="5929A122" w14:textId="77777777" w:rsidR="0067719A" w:rsidRDefault="0067719A">
      <w:r>
        <w:continuationSeparator/>
      </w:r>
    </w:p>
  </w:footnote>
  <w:footnote w:type="continuationNotice" w:id="1">
    <w:p w14:paraId="77E35307" w14:textId="77777777" w:rsidR="0067719A" w:rsidRDefault="006771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C7D04" w14:textId="77777777" w:rsidR="009C10C3" w:rsidRDefault="009C10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526CB189" w:rsidR="00816731" w:rsidRPr="00985132" w:rsidRDefault="00816731">
    <w:pPr>
      <w:pStyle w:val="Kopfzeile"/>
      <w:spacing w:after="60"/>
      <w:rPr>
        <w:rFonts w:ascii="Arial" w:hAnsi="Arial" w:cs="Arial"/>
        <w:b/>
        <w:bCs/>
        <w:i/>
        <w:iCs/>
        <w:spacing w:val="40"/>
        <w:sz w:val="32"/>
        <w:lang w:val="en-GB"/>
      </w:rPr>
    </w:pPr>
    <w:r w:rsidRPr="00985132">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985132">
      <w:rPr>
        <w:rFonts w:ascii="Arial" w:hAnsi="Arial" w:cs="Arial"/>
        <w:b/>
        <w:bCs/>
        <w:i/>
        <w:iCs/>
        <w:spacing w:val="40"/>
        <w:sz w:val="32"/>
        <w:lang w:val="en-GB"/>
      </w:rPr>
      <w:t>Press</w:t>
    </w:r>
    <w:r w:rsidR="00985132" w:rsidRPr="00985132">
      <w:rPr>
        <w:rFonts w:ascii="Arial" w:hAnsi="Arial" w:cs="Arial"/>
        <w:b/>
        <w:bCs/>
        <w:i/>
        <w:iCs/>
        <w:spacing w:val="40"/>
        <w:sz w:val="32"/>
        <w:lang w:val="en-GB"/>
      </w:rPr>
      <w:t xml:space="preserve"> releas</w:t>
    </w:r>
    <w:r w:rsidRPr="00985132">
      <w:rPr>
        <w:rFonts w:ascii="Arial" w:hAnsi="Arial" w:cs="Arial"/>
        <w:b/>
        <w:bCs/>
        <w:i/>
        <w:iCs/>
        <w:spacing w:val="40"/>
        <w:sz w:val="32"/>
        <w:lang w:val="en-GB"/>
      </w:rPr>
      <w:t>e</w:t>
    </w:r>
  </w:p>
  <w:p w14:paraId="27A8B33A" w14:textId="2EE3B175" w:rsidR="00816731" w:rsidRPr="00985132" w:rsidRDefault="00816731" w:rsidP="00374B1B">
    <w:pPr>
      <w:pStyle w:val="Kopfzeile"/>
      <w:rPr>
        <w:lang w:val="en-GB"/>
      </w:rPr>
    </w:pPr>
    <w:r w:rsidRPr="00985132">
      <w:rPr>
        <w:rFonts w:ascii="Arial" w:hAnsi="Arial" w:cs="Arial"/>
        <w:sz w:val="22"/>
        <w:lang w:val="en-GB"/>
      </w:rPr>
      <w:t>Eplan</w:t>
    </w:r>
  </w:p>
  <w:p w14:paraId="0DF07C2F" w14:textId="3B03117E" w:rsidR="00816731" w:rsidRPr="00985132" w:rsidRDefault="00816731" w:rsidP="001878C3">
    <w:pPr>
      <w:pStyle w:val="Kopfzeile"/>
      <w:tabs>
        <w:tab w:val="clear" w:pos="4536"/>
        <w:tab w:val="clear" w:pos="9072"/>
        <w:tab w:val="left" w:pos="6679"/>
      </w:tabs>
      <w:rPr>
        <w:lang w:val="en-GB"/>
      </w:rPr>
    </w:pPr>
    <w:r w:rsidRPr="00985132">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9F4B13" w:rsidR="00816731" w:rsidRPr="00985132" w:rsidRDefault="00E521F7">
    <w:pPr>
      <w:pStyle w:val="Kopfzeile"/>
      <w:spacing w:after="60"/>
      <w:rPr>
        <w:rFonts w:ascii="Arial" w:hAnsi="Arial" w:cs="Arial"/>
        <w:b/>
        <w:bCs/>
        <w:i/>
        <w:iCs/>
        <w:spacing w:val="40"/>
        <w:sz w:val="32"/>
        <w:lang w:val="en-GB"/>
      </w:rPr>
    </w:pPr>
    <w:r w:rsidRPr="00985132">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985132">
      <w:rPr>
        <w:rFonts w:ascii="Arial" w:hAnsi="Arial" w:cs="Arial"/>
        <w:b/>
        <w:bCs/>
        <w:i/>
        <w:iCs/>
        <w:spacing w:val="40"/>
        <w:sz w:val="32"/>
        <w:lang w:val="en-GB"/>
      </w:rPr>
      <w:t>Press</w:t>
    </w:r>
    <w:r w:rsidR="00985132">
      <w:rPr>
        <w:rFonts w:ascii="Arial" w:hAnsi="Arial" w:cs="Arial"/>
        <w:b/>
        <w:bCs/>
        <w:i/>
        <w:iCs/>
        <w:spacing w:val="40"/>
        <w:sz w:val="32"/>
        <w:lang w:val="en-GB"/>
      </w:rPr>
      <w:t xml:space="preserve"> releas</w:t>
    </w:r>
    <w:r w:rsidR="00816731" w:rsidRPr="00985132">
      <w:rPr>
        <w:rFonts w:ascii="Arial" w:hAnsi="Arial" w:cs="Arial"/>
        <w:b/>
        <w:bCs/>
        <w:i/>
        <w:iCs/>
        <w:spacing w:val="40"/>
        <w:sz w:val="32"/>
        <w:lang w:val="en-GB"/>
      </w:rPr>
      <w:t>e</w:t>
    </w:r>
  </w:p>
  <w:p w14:paraId="41C05AD8" w14:textId="790FDDCF" w:rsidR="00816731" w:rsidRPr="00985132" w:rsidRDefault="007E6EEA">
    <w:pPr>
      <w:pStyle w:val="Kopfzeile"/>
      <w:rPr>
        <w:lang w:val="en-GB"/>
      </w:rPr>
    </w:pPr>
    <w:r w:rsidRPr="00985132">
      <w:rPr>
        <w:noProof/>
        <w:lang w:val="en-GB"/>
      </w:rPr>
      <mc:AlternateContent>
        <mc:Choice Requires="wps">
          <w:drawing>
            <wp:anchor distT="0" distB="0" distL="114300" distR="114300" simplePos="0" relativeHeight="251658243" behindDoc="0" locked="0" layoutInCell="1" allowOverlap="1" wp14:anchorId="6E80AB86" wp14:editId="2EC5B9F7">
              <wp:simplePos x="0" y="0"/>
              <wp:positionH relativeFrom="column">
                <wp:posOffset>-85090</wp:posOffset>
              </wp:positionH>
              <wp:positionV relativeFrom="paragraph">
                <wp:posOffset>416560</wp:posOffset>
              </wp:positionV>
              <wp:extent cx="3672840" cy="723900"/>
              <wp:effectExtent l="0" t="0" r="381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FCDC19" w14:textId="77777777" w:rsidR="009C10C3" w:rsidRDefault="009C10C3" w:rsidP="009C10C3">
                          <w:pPr>
                            <w:pStyle w:val="PIAnkndigung"/>
                            <w:rPr>
                              <w:lang w:val="en-GB"/>
                            </w:rPr>
                          </w:pPr>
                          <w:proofErr w:type="spellStart"/>
                          <w:r>
                            <w:rPr>
                              <w:lang w:val="en-GB"/>
                            </w:rPr>
                            <w:t>Eplan</w:t>
                          </w:r>
                          <w:proofErr w:type="spellEnd"/>
                          <w:r>
                            <w:rPr>
                              <w:lang w:val="en-GB"/>
                            </w:rPr>
                            <w:t xml:space="preserve"> at the SPS, Hall 6, Booth 238</w:t>
                          </w:r>
                        </w:p>
                        <w:p w14:paraId="6C948405" w14:textId="77777777" w:rsidR="009C10C3" w:rsidRDefault="009C10C3" w:rsidP="009C10C3">
                          <w:pPr>
                            <w:pStyle w:val="PIAnkndigung"/>
                            <w:rPr>
                              <w:lang w:val="en-GB"/>
                            </w:rPr>
                          </w:pPr>
                          <w:r>
                            <w:rPr>
                              <w:lang w:val="en-GB"/>
                            </w:rPr>
                            <w:t>also in Hall 3, Booth 121</w:t>
                          </w:r>
                        </w:p>
                        <w:p w14:paraId="1899A4F6" w14:textId="77777777" w:rsidR="009C10C3" w:rsidRDefault="009C10C3" w:rsidP="009C10C3">
                          <w:pPr>
                            <w:pStyle w:val="PIAnkndigung"/>
                            <w:rPr>
                              <w:lang w:val="en-US"/>
                            </w:rPr>
                          </w:pPr>
                          <w:r>
                            <w:rPr>
                              <w:lang w:val="en-US"/>
                            </w:rPr>
                            <w:t>From 8 to 10 November 2022 in Nuremberg, Germany</w:t>
                          </w:r>
                        </w:p>
                        <w:p w14:paraId="4EDEAA3B" w14:textId="636A1CAC" w:rsidR="007E6EEA" w:rsidRPr="009C10C3" w:rsidRDefault="007E6EEA" w:rsidP="007E6EEA">
                          <w:pPr>
                            <w:pStyle w:val="PIAnkndigung"/>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7pt;margin-top:32.8pt;width:289.2pt;height:5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" stroked="f">
              <v:textbox>
                <w:txbxContent>
                  <w:p w14:paraId="51FCDC19" w14:textId="77777777" w:rsidR="009C10C3" w:rsidRDefault="009C10C3" w:rsidP="009C10C3">
                    <w:pPr>
                      <w:pStyle w:val="PIAnkndigung"/>
                      <w:rPr>
                        <w:lang w:val="en-GB"/>
                      </w:rPr>
                    </w:pPr>
                    <w:proofErr w:type="spellStart"/>
                    <w:r>
                      <w:rPr>
                        <w:lang w:val="en-GB"/>
                      </w:rPr>
                      <w:t>Eplan</w:t>
                    </w:r>
                    <w:proofErr w:type="spellEnd"/>
                    <w:r>
                      <w:rPr>
                        <w:lang w:val="en-GB"/>
                      </w:rPr>
                      <w:t xml:space="preserve"> at the SPS, Hall 6, Booth 238</w:t>
                    </w:r>
                  </w:p>
                  <w:p w14:paraId="6C948405" w14:textId="77777777" w:rsidR="009C10C3" w:rsidRDefault="009C10C3" w:rsidP="009C10C3">
                    <w:pPr>
                      <w:pStyle w:val="PIAnkndigung"/>
                      <w:rPr>
                        <w:lang w:val="en-GB"/>
                      </w:rPr>
                    </w:pPr>
                    <w:r>
                      <w:rPr>
                        <w:lang w:val="en-GB"/>
                      </w:rPr>
                      <w:t>also in Hall 3, Booth 121</w:t>
                    </w:r>
                  </w:p>
                  <w:p w14:paraId="1899A4F6" w14:textId="77777777" w:rsidR="009C10C3" w:rsidRDefault="009C10C3" w:rsidP="009C10C3">
                    <w:pPr>
                      <w:pStyle w:val="PIAnkndigung"/>
                      <w:rPr>
                        <w:lang w:val="en-US"/>
                      </w:rPr>
                    </w:pPr>
                    <w:r>
                      <w:rPr>
                        <w:lang w:val="en-US"/>
                      </w:rPr>
                      <w:t>From 8 to 10 November 2022 in Nuremberg, Germany</w:t>
                    </w:r>
                  </w:p>
                  <w:p w14:paraId="4EDEAA3B" w14:textId="636A1CAC" w:rsidR="007E6EEA" w:rsidRPr="009C10C3" w:rsidRDefault="007E6EEA" w:rsidP="007E6EEA">
                    <w:pPr>
                      <w:pStyle w:val="PIAnkndigung"/>
                      <w:rPr>
                        <w:lang w:val="en-US"/>
                      </w:rPr>
                    </w:pPr>
                  </w:p>
                </w:txbxContent>
              </v:textbox>
            </v:shape>
          </w:pict>
        </mc:Fallback>
      </mc:AlternateContent>
    </w:r>
    <w:r w:rsidR="00816731" w:rsidRPr="00985132">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35963"/>
    <w:rsid w:val="00040441"/>
    <w:rsid w:val="000416BE"/>
    <w:rsid w:val="00042383"/>
    <w:rsid w:val="000428FB"/>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5EA9"/>
    <w:rsid w:val="0008634B"/>
    <w:rsid w:val="00090A07"/>
    <w:rsid w:val="000974AF"/>
    <w:rsid w:val="000A1F79"/>
    <w:rsid w:val="000A2FB3"/>
    <w:rsid w:val="000A5019"/>
    <w:rsid w:val="000A5A45"/>
    <w:rsid w:val="000A5D4B"/>
    <w:rsid w:val="000A6156"/>
    <w:rsid w:val="000A7A41"/>
    <w:rsid w:val="000B0FDC"/>
    <w:rsid w:val="000B6774"/>
    <w:rsid w:val="000B736C"/>
    <w:rsid w:val="000B7B9D"/>
    <w:rsid w:val="000C4553"/>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27FF2"/>
    <w:rsid w:val="001320CD"/>
    <w:rsid w:val="00134939"/>
    <w:rsid w:val="00134E83"/>
    <w:rsid w:val="00140956"/>
    <w:rsid w:val="00145949"/>
    <w:rsid w:val="00146B43"/>
    <w:rsid w:val="00150689"/>
    <w:rsid w:val="00153E95"/>
    <w:rsid w:val="00161675"/>
    <w:rsid w:val="00161EE7"/>
    <w:rsid w:val="00162943"/>
    <w:rsid w:val="00166725"/>
    <w:rsid w:val="00166F0B"/>
    <w:rsid w:val="001704C6"/>
    <w:rsid w:val="0017058B"/>
    <w:rsid w:val="00171586"/>
    <w:rsid w:val="00171F7C"/>
    <w:rsid w:val="00176B5A"/>
    <w:rsid w:val="0018353C"/>
    <w:rsid w:val="0018689F"/>
    <w:rsid w:val="00186C54"/>
    <w:rsid w:val="001878C3"/>
    <w:rsid w:val="00194802"/>
    <w:rsid w:val="00195CA3"/>
    <w:rsid w:val="00196BAD"/>
    <w:rsid w:val="00197317"/>
    <w:rsid w:val="001A0FC4"/>
    <w:rsid w:val="001A40F8"/>
    <w:rsid w:val="001A5037"/>
    <w:rsid w:val="001B19BC"/>
    <w:rsid w:val="001B5DE7"/>
    <w:rsid w:val="001C0C96"/>
    <w:rsid w:val="001C27B7"/>
    <w:rsid w:val="001C42E2"/>
    <w:rsid w:val="001C5921"/>
    <w:rsid w:val="001D1DCD"/>
    <w:rsid w:val="001D2C1D"/>
    <w:rsid w:val="001D2DE0"/>
    <w:rsid w:val="001D47A3"/>
    <w:rsid w:val="001D4A42"/>
    <w:rsid w:val="001D75EE"/>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066"/>
    <w:rsid w:val="002024DC"/>
    <w:rsid w:val="00202F26"/>
    <w:rsid w:val="00204B20"/>
    <w:rsid w:val="00205A7A"/>
    <w:rsid w:val="00205ABB"/>
    <w:rsid w:val="00207809"/>
    <w:rsid w:val="00216DA9"/>
    <w:rsid w:val="00220D64"/>
    <w:rsid w:val="002243FE"/>
    <w:rsid w:val="00224DBE"/>
    <w:rsid w:val="00226CAF"/>
    <w:rsid w:val="002338B3"/>
    <w:rsid w:val="0024095D"/>
    <w:rsid w:val="00240A88"/>
    <w:rsid w:val="00241025"/>
    <w:rsid w:val="00245C55"/>
    <w:rsid w:val="00247086"/>
    <w:rsid w:val="002475D8"/>
    <w:rsid w:val="00247F15"/>
    <w:rsid w:val="00250534"/>
    <w:rsid w:val="00250F0D"/>
    <w:rsid w:val="002522B5"/>
    <w:rsid w:val="002552E1"/>
    <w:rsid w:val="0025543E"/>
    <w:rsid w:val="0025580D"/>
    <w:rsid w:val="00256109"/>
    <w:rsid w:val="002617CA"/>
    <w:rsid w:val="00262CA5"/>
    <w:rsid w:val="00263489"/>
    <w:rsid w:val="00265267"/>
    <w:rsid w:val="00265D07"/>
    <w:rsid w:val="00265E22"/>
    <w:rsid w:val="00266ADF"/>
    <w:rsid w:val="0027042A"/>
    <w:rsid w:val="0027044E"/>
    <w:rsid w:val="0027123B"/>
    <w:rsid w:val="00274529"/>
    <w:rsid w:val="0028192D"/>
    <w:rsid w:val="00281E0F"/>
    <w:rsid w:val="0028258D"/>
    <w:rsid w:val="0028724E"/>
    <w:rsid w:val="002905A5"/>
    <w:rsid w:val="00292E2A"/>
    <w:rsid w:val="0029326F"/>
    <w:rsid w:val="00293D7C"/>
    <w:rsid w:val="0029776F"/>
    <w:rsid w:val="002979FC"/>
    <w:rsid w:val="002A3B91"/>
    <w:rsid w:val="002B2455"/>
    <w:rsid w:val="002B4C73"/>
    <w:rsid w:val="002B5570"/>
    <w:rsid w:val="002C1AEE"/>
    <w:rsid w:val="002C1D1A"/>
    <w:rsid w:val="002C4118"/>
    <w:rsid w:val="002C51AB"/>
    <w:rsid w:val="002D070E"/>
    <w:rsid w:val="002E01CA"/>
    <w:rsid w:val="002E1C53"/>
    <w:rsid w:val="002F153E"/>
    <w:rsid w:val="002F1868"/>
    <w:rsid w:val="002F4078"/>
    <w:rsid w:val="002F71E0"/>
    <w:rsid w:val="002F7AB2"/>
    <w:rsid w:val="002F7D54"/>
    <w:rsid w:val="00300D7C"/>
    <w:rsid w:val="00303EA0"/>
    <w:rsid w:val="0030644E"/>
    <w:rsid w:val="00310444"/>
    <w:rsid w:val="00310D23"/>
    <w:rsid w:val="0031173D"/>
    <w:rsid w:val="003162D0"/>
    <w:rsid w:val="003167DB"/>
    <w:rsid w:val="00317F22"/>
    <w:rsid w:val="00321849"/>
    <w:rsid w:val="00321908"/>
    <w:rsid w:val="00322417"/>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97242"/>
    <w:rsid w:val="003A00AE"/>
    <w:rsid w:val="003A65A7"/>
    <w:rsid w:val="003A65BB"/>
    <w:rsid w:val="003B1443"/>
    <w:rsid w:val="003B25FA"/>
    <w:rsid w:val="003B3B23"/>
    <w:rsid w:val="003B7F4C"/>
    <w:rsid w:val="003C436F"/>
    <w:rsid w:val="003C58DC"/>
    <w:rsid w:val="003C5E85"/>
    <w:rsid w:val="003C7EBF"/>
    <w:rsid w:val="003D06B0"/>
    <w:rsid w:val="003D11CB"/>
    <w:rsid w:val="003D2BEF"/>
    <w:rsid w:val="003D3A40"/>
    <w:rsid w:val="003D3A80"/>
    <w:rsid w:val="003D3AE1"/>
    <w:rsid w:val="003D468B"/>
    <w:rsid w:val="003D49C1"/>
    <w:rsid w:val="003D6A6A"/>
    <w:rsid w:val="003E0AEE"/>
    <w:rsid w:val="003E11DA"/>
    <w:rsid w:val="003E48C1"/>
    <w:rsid w:val="003F2C88"/>
    <w:rsid w:val="003F2F91"/>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45EC"/>
    <w:rsid w:val="004F58FC"/>
    <w:rsid w:val="004F618B"/>
    <w:rsid w:val="005027FC"/>
    <w:rsid w:val="00503F4A"/>
    <w:rsid w:val="00504921"/>
    <w:rsid w:val="00507514"/>
    <w:rsid w:val="00507F14"/>
    <w:rsid w:val="00512E66"/>
    <w:rsid w:val="00514D65"/>
    <w:rsid w:val="00517BB2"/>
    <w:rsid w:val="00517C97"/>
    <w:rsid w:val="00520344"/>
    <w:rsid w:val="0052208E"/>
    <w:rsid w:val="0052503F"/>
    <w:rsid w:val="00527605"/>
    <w:rsid w:val="0052789B"/>
    <w:rsid w:val="00534163"/>
    <w:rsid w:val="00534A34"/>
    <w:rsid w:val="00534B9C"/>
    <w:rsid w:val="00536B87"/>
    <w:rsid w:val="00542A68"/>
    <w:rsid w:val="00542F74"/>
    <w:rsid w:val="00543644"/>
    <w:rsid w:val="00545113"/>
    <w:rsid w:val="0054766C"/>
    <w:rsid w:val="00552D0D"/>
    <w:rsid w:val="00557C0A"/>
    <w:rsid w:val="00557E16"/>
    <w:rsid w:val="00562CFC"/>
    <w:rsid w:val="00563513"/>
    <w:rsid w:val="0056388B"/>
    <w:rsid w:val="00563AF8"/>
    <w:rsid w:val="0056423A"/>
    <w:rsid w:val="00564A27"/>
    <w:rsid w:val="005655A1"/>
    <w:rsid w:val="00567B8A"/>
    <w:rsid w:val="00567DC9"/>
    <w:rsid w:val="0057045E"/>
    <w:rsid w:val="00571149"/>
    <w:rsid w:val="00571D51"/>
    <w:rsid w:val="00571E63"/>
    <w:rsid w:val="00572CDD"/>
    <w:rsid w:val="005762B5"/>
    <w:rsid w:val="00577437"/>
    <w:rsid w:val="00577E97"/>
    <w:rsid w:val="00580990"/>
    <w:rsid w:val="005814B5"/>
    <w:rsid w:val="00583F1B"/>
    <w:rsid w:val="005847A2"/>
    <w:rsid w:val="00585786"/>
    <w:rsid w:val="00587A1F"/>
    <w:rsid w:val="005933CF"/>
    <w:rsid w:val="005A22AA"/>
    <w:rsid w:val="005A4011"/>
    <w:rsid w:val="005A4702"/>
    <w:rsid w:val="005A5084"/>
    <w:rsid w:val="005A6D5B"/>
    <w:rsid w:val="005A6E77"/>
    <w:rsid w:val="005A7439"/>
    <w:rsid w:val="005A7E4F"/>
    <w:rsid w:val="005B0688"/>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4160"/>
    <w:rsid w:val="005E5DAE"/>
    <w:rsid w:val="005F403B"/>
    <w:rsid w:val="00602D90"/>
    <w:rsid w:val="0060490E"/>
    <w:rsid w:val="00604F8B"/>
    <w:rsid w:val="00606F01"/>
    <w:rsid w:val="00613253"/>
    <w:rsid w:val="00620F45"/>
    <w:rsid w:val="006221AB"/>
    <w:rsid w:val="00623301"/>
    <w:rsid w:val="00626A20"/>
    <w:rsid w:val="0062719B"/>
    <w:rsid w:val="00630763"/>
    <w:rsid w:val="006345D1"/>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7719A"/>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6837"/>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46B"/>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74E9C"/>
    <w:rsid w:val="00781C59"/>
    <w:rsid w:val="007846A0"/>
    <w:rsid w:val="007916BF"/>
    <w:rsid w:val="00793C7B"/>
    <w:rsid w:val="007A2F6B"/>
    <w:rsid w:val="007A5A7F"/>
    <w:rsid w:val="007A5DC3"/>
    <w:rsid w:val="007B28BF"/>
    <w:rsid w:val="007B4FEE"/>
    <w:rsid w:val="007C2344"/>
    <w:rsid w:val="007C7D81"/>
    <w:rsid w:val="007D2457"/>
    <w:rsid w:val="007D2F43"/>
    <w:rsid w:val="007D5A07"/>
    <w:rsid w:val="007D6B64"/>
    <w:rsid w:val="007D6CAE"/>
    <w:rsid w:val="007E27D6"/>
    <w:rsid w:val="007E6EEA"/>
    <w:rsid w:val="007E75D5"/>
    <w:rsid w:val="007E7C32"/>
    <w:rsid w:val="007E7E13"/>
    <w:rsid w:val="007E7F62"/>
    <w:rsid w:val="007F56A6"/>
    <w:rsid w:val="007F65DA"/>
    <w:rsid w:val="007F6F86"/>
    <w:rsid w:val="007F7E2C"/>
    <w:rsid w:val="00800E68"/>
    <w:rsid w:val="00802D43"/>
    <w:rsid w:val="0080396A"/>
    <w:rsid w:val="00803DA2"/>
    <w:rsid w:val="00805FC6"/>
    <w:rsid w:val="00806D06"/>
    <w:rsid w:val="00806DED"/>
    <w:rsid w:val="00806FF4"/>
    <w:rsid w:val="00810D6B"/>
    <w:rsid w:val="008112A3"/>
    <w:rsid w:val="00814F7F"/>
    <w:rsid w:val="00816731"/>
    <w:rsid w:val="00821532"/>
    <w:rsid w:val="0082250B"/>
    <w:rsid w:val="00823DFD"/>
    <w:rsid w:val="008241A5"/>
    <w:rsid w:val="0082489F"/>
    <w:rsid w:val="00824A4B"/>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5823"/>
    <w:rsid w:val="008577A8"/>
    <w:rsid w:val="0086240B"/>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1FCE"/>
    <w:rsid w:val="008C4F3B"/>
    <w:rsid w:val="008C5A84"/>
    <w:rsid w:val="008C6F46"/>
    <w:rsid w:val="008D12BB"/>
    <w:rsid w:val="008D24D8"/>
    <w:rsid w:val="008D491E"/>
    <w:rsid w:val="008D4F18"/>
    <w:rsid w:val="008D5EF8"/>
    <w:rsid w:val="008D716A"/>
    <w:rsid w:val="008D74A4"/>
    <w:rsid w:val="008E315E"/>
    <w:rsid w:val="008E32EC"/>
    <w:rsid w:val="008E5217"/>
    <w:rsid w:val="008E5B39"/>
    <w:rsid w:val="008E701E"/>
    <w:rsid w:val="008F0530"/>
    <w:rsid w:val="008F319B"/>
    <w:rsid w:val="008F335F"/>
    <w:rsid w:val="008F4E08"/>
    <w:rsid w:val="008F56C2"/>
    <w:rsid w:val="008F6510"/>
    <w:rsid w:val="008F6D3E"/>
    <w:rsid w:val="009031E3"/>
    <w:rsid w:val="009036F6"/>
    <w:rsid w:val="0090693D"/>
    <w:rsid w:val="00910726"/>
    <w:rsid w:val="00913937"/>
    <w:rsid w:val="00915675"/>
    <w:rsid w:val="00915949"/>
    <w:rsid w:val="00915ADB"/>
    <w:rsid w:val="00916EA5"/>
    <w:rsid w:val="009173B3"/>
    <w:rsid w:val="009218CD"/>
    <w:rsid w:val="00925028"/>
    <w:rsid w:val="00925A89"/>
    <w:rsid w:val="009274E3"/>
    <w:rsid w:val="00932E97"/>
    <w:rsid w:val="009368B4"/>
    <w:rsid w:val="00936A0E"/>
    <w:rsid w:val="0093794B"/>
    <w:rsid w:val="009441ED"/>
    <w:rsid w:val="009449A5"/>
    <w:rsid w:val="00951769"/>
    <w:rsid w:val="00952052"/>
    <w:rsid w:val="00952133"/>
    <w:rsid w:val="00953CED"/>
    <w:rsid w:val="009571C5"/>
    <w:rsid w:val="009602B7"/>
    <w:rsid w:val="009703D5"/>
    <w:rsid w:val="009706B9"/>
    <w:rsid w:val="00973DD2"/>
    <w:rsid w:val="009747D3"/>
    <w:rsid w:val="00976473"/>
    <w:rsid w:val="009802AA"/>
    <w:rsid w:val="00980CBF"/>
    <w:rsid w:val="00981DC9"/>
    <w:rsid w:val="00982354"/>
    <w:rsid w:val="00983570"/>
    <w:rsid w:val="00985132"/>
    <w:rsid w:val="00990284"/>
    <w:rsid w:val="00990FCD"/>
    <w:rsid w:val="00996580"/>
    <w:rsid w:val="00996FFE"/>
    <w:rsid w:val="009A3C41"/>
    <w:rsid w:val="009A4E98"/>
    <w:rsid w:val="009A6917"/>
    <w:rsid w:val="009A7414"/>
    <w:rsid w:val="009B3912"/>
    <w:rsid w:val="009B6682"/>
    <w:rsid w:val="009C10C3"/>
    <w:rsid w:val="009C42E7"/>
    <w:rsid w:val="009C4D8C"/>
    <w:rsid w:val="009C5A08"/>
    <w:rsid w:val="009C7690"/>
    <w:rsid w:val="009D134E"/>
    <w:rsid w:val="009D23B8"/>
    <w:rsid w:val="009D2525"/>
    <w:rsid w:val="009D2F87"/>
    <w:rsid w:val="009D42CD"/>
    <w:rsid w:val="009D6A47"/>
    <w:rsid w:val="009E20D1"/>
    <w:rsid w:val="009E2387"/>
    <w:rsid w:val="009E275F"/>
    <w:rsid w:val="009E2947"/>
    <w:rsid w:val="009E2E1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51A19"/>
    <w:rsid w:val="00A5248F"/>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2303"/>
    <w:rsid w:val="00B058DB"/>
    <w:rsid w:val="00B067D4"/>
    <w:rsid w:val="00B06BE1"/>
    <w:rsid w:val="00B078C6"/>
    <w:rsid w:val="00B1127D"/>
    <w:rsid w:val="00B12D6E"/>
    <w:rsid w:val="00B1429E"/>
    <w:rsid w:val="00B1585C"/>
    <w:rsid w:val="00B2002B"/>
    <w:rsid w:val="00B22639"/>
    <w:rsid w:val="00B23799"/>
    <w:rsid w:val="00B30557"/>
    <w:rsid w:val="00B32891"/>
    <w:rsid w:val="00B33EC2"/>
    <w:rsid w:val="00B34EDD"/>
    <w:rsid w:val="00B37FA0"/>
    <w:rsid w:val="00B40545"/>
    <w:rsid w:val="00B40737"/>
    <w:rsid w:val="00B40879"/>
    <w:rsid w:val="00B43171"/>
    <w:rsid w:val="00B448A8"/>
    <w:rsid w:val="00B47AF6"/>
    <w:rsid w:val="00B47EE7"/>
    <w:rsid w:val="00B529F6"/>
    <w:rsid w:val="00B53AFF"/>
    <w:rsid w:val="00B54470"/>
    <w:rsid w:val="00B56A1E"/>
    <w:rsid w:val="00B63ECF"/>
    <w:rsid w:val="00B64CFE"/>
    <w:rsid w:val="00B716FC"/>
    <w:rsid w:val="00B717C3"/>
    <w:rsid w:val="00B71B08"/>
    <w:rsid w:val="00B72C63"/>
    <w:rsid w:val="00B73C02"/>
    <w:rsid w:val="00B76A52"/>
    <w:rsid w:val="00B77DB6"/>
    <w:rsid w:val="00B802A2"/>
    <w:rsid w:val="00B80C19"/>
    <w:rsid w:val="00B82A84"/>
    <w:rsid w:val="00B838B0"/>
    <w:rsid w:val="00B861D3"/>
    <w:rsid w:val="00B921B3"/>
    <w:rsid w:val="00B92E4B"/>
    <w:rsid w:val="00BA040E"/>
    <w:rsid w:val="00BA7478"/>
    <w:rsid w:val="00BB015F"/>
    <w:rsid w:val="00BB116F"/>
    <w:rsid w:val="00BC0A34"/>
    <w:rsid w:val="00BC18DE"/>
    <w:rsid w:val="00BC4C74"/>
    <w:rsid w:val="00BC7498"/>
    <w:rsid w:val="00BD194C"/>
    <w:rsid w:val="00BD2B02"/>
    <w:rsid w:val="00BD3D8A"/>
    <w:rsid w:val="00BD47DB"/>
    <w:rsid w:val="00BD5EF6"/>
    <w:rsid w:val="00BE2635"/>
    <w:rsid w:val="00BF238B"/>
    <w:rsid w:val="00BF42EC"/>
    <w:rsid w:val="00BF4767"/>
    <w:rsid w:val="00BF73A0"/>
    <w:rsid w:val="00C00D3A"/>
    <w:rsid w:val="00C01A80"/>
    <w:rsid w:val="00C036D0"/>
    <w:rsid w:val="00C105C2"/>
    <w:rsid w:val="00C11179"/>
    <w:rsid w:val="00C13F19"/>
    <w:rsid w:val="00C262DD"/>
    <w:rsid w:val="00C30000"/>
    <w:rsid w:val="00C341D6"/>
    <w:rsid w:val="00C3606B"/>
    <w:rsid w:val="00C37519"/>
    <w:rsid w:val="00C40110"/>
    <w:rsid w:val="00C40904"/>
    <w:rsid w:val="00C4205C"/>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372"/>
    <w:rsid w:val="00C90142"/>
    <w:rsid w:val="00C90D1A"/>
    <w:rsid w:val="00C93043"/>
    <w:rsid w:val="00C95E37"/>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26703"/>
    <w:rsid w:val="00D26B9E"/>
    <w:rsid w:val="00D30296"/>
    <w:rsid w:val="00D33242"/>
    <w:rsid w:val="00D34FEC"/>
    <w:rsid w:val="00D357E9"/>
    <w:rsid w:val="00D35E87"/>
    <w:rsid w:val="00D40604"/>
    <w:rsid w:val="00D43524"/>
    <w:rsid w:val="00D43B60"/>
    <w:rsid w:val="00D43BB9"/>
    <w:rsid w:val="00D4411E"/>
    <w:rsid w:val="00D447B2"/>
    <w:rsid w:val="00D45036"/>
    <w:rsid w:val="00D467B8"/>
    <w:rsid w:val="00D47D6D"/>
    <w:rsid w:val="00D53D03"/>
    <w:rsid w:val="00D56923"/>
    <w:rsid w:val="00D571ED"/>
    <w:rsid w:val="00D57384"/>
    <w:rsid w:val="00D6051B"/>
    <w:rsid w:val="00D64E4F"/>
    <w:rsid w:val="00D66617"/>
    <w:rsid w:val="00D704B5"/>
    <w:rsid w:val="00D70539"/>
    <w:rsid w:val="00D73039"/>
    <w:rsid w:val="00D75B4E"/>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6273"/>
    <w:rsid w:val="00DB7703"/>
    <w:rsid w:val="00DC1071"/>
    <w:rsid w:val="00DC16F4"/>
    <w:rsid w:val="00DC4214"/>
    <w:rsid w:val="00DD4995"/>
    <w:rsid w:val="00DD65CF"/>
    <w:rsid w:val="00DD6681"/>
    <w:rsid w:val="00DE0DE5"/>
    <w:rsid w:val="00DE2136"/>
    <w:rsid w:val="00DE3A61"/>
    <w:rsid w:val="00DE4534"/>
    <w:rsid w:val="00DE4A44"/>
    <w:rsid w:val="00DE5658"/>
    <w:rsid w:val="00DE5B0B"/>
    <w:rsid w:val="00DE5E2B"/>
    <w:rsid w:val="00DE60DB"/>
    <w:rsid w:val="00DE78DB"/>
    <w:rsid w:val="00DF20DE"/>
    <w:rsid w:val="00DF39D0"/>
    <w:rsid w:val="00DF3BED"/>
    <w:rsid w:val="00DF6124"/>
    <w:rsid w:val="00DF6DEA"/>
    <w:rsid w:val="00E004F4"/>
    <w:rsid w:val="00E028E0"/>
    <w:rsid w:val="00E03A23"/>
    <w:rsid w:val="00E065F6"/>
    <w:rsid w:val="00E06E56"/>
    <w:rsid w:val="00E07D54"/>
    <w:rsid w:val="00E13D0D"/>
    <w:rsid w:val="00E142A7"/>
    <w:rsid w:val="00E17993"/>
    <w:rsid w:val="00E33B81"/>
    <w:rsid w:val="00E33D57"/>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40E4"/>
    <w:rsid w:val="00E8574E"/>
    <w:rsid w:val="00E86C96"/>
    <w:rsid w:val="00E93714"/>
    <w:rsid w:val="00E942A3"/>
    <w:rsid w:val="00E96E44"/>
    <w:rsid w:val="00EA25F4"/>
    <w:rsid w:val="00EA3059"/>
    <w:rsid w:val="00EA332E"/>
    <w:rsid w:val="00EA56AA"/>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6FE5"/>
    <w:rsid w:val="00ED7FBC"/>
    <w:rsid w:val="00EE518D"/>
    <w:rsid w:val="00EE5F60"/>
    <w:rsid w:val="00EE6584"/>
    <w:rsid w:val="00EF1306"/>
    <w:rsid w:val="00EF16D9"/>
    <w:rsid w:val="00EF6AD8"/>
    <w:rsid w:val="00F00512"/>
    <w:rsid w:val="00F0074A"/>
    <w:rsid w:val="00F03630"/>
    <w:rsid w:val="00F03F9E"/>
    <w:rsid w:val="00F05561"/>
    <w:rsid w:val="00F12464"/>
    <w:rsid w:val="00F1299F"/>
    <w:rsid w:val="00F2270A"/>
    <w:rsid w:val="00F24853"/>
    <w:rsid w:val="00F25072"/>
    <w:rsid w:val="00F25DA5"/>
    <w:rsid w:val="00F26FF8"/>
    <w:rsid w:val="00F3030C"/>
    <w:rsid w:val="00F30683"/>
    <w:rsid w:val="00F41B06"/>
    <w:rsid w:val="00F45CDA"/>
    <w:rsid w:val="00F46044"/>
    <w:rsid w:val="00F4605E"/>
    <w:rsid w:val="00F4667A"/>
    <w:rsid w:val="00F50806"/>
    <w:rsid w:val="00F511E9"/>
    <w:rsid w:val="00F5129F"/>
    <w:rsid w:val="00F60E10"/>
    <w:rsid w:val="00F61DF4"/>
    <w:rsid w:val="00F629FB"/>
    <w:rsid w:val="00F62E46"/>
    <w:rsid w:val="00F70DAC"/>
    <w:rsid w:val="00F71A01"/>
    <w:rsid w:val="00F74113"/>
    <w:rsid w:val="00F76425"/>
    <w:rsid w:val="00F76D89"/>
    <w:rsid w:val="00F8008D"/>
    <w:rsid w:val="00F81ADF"/>
    <w:rsid w:val="00F81C37"/>
    <w:rsid w:val="00F8480A"/>
    <w:rsid w:val="00F856BB"/>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C61C1"/>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EA65D"/>
  <w15:docId w15:val="{C15A44ED-96AA-4434-826F-32CC16A5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019">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181823580">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853</Words>
  <Characters>5378</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6219</CharactersWithSpaces>
  <SharedDoc>false</SharedDoc>
  <HLinks>
    <vt:vector size="6" baseType="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Sarah Benscheidt</cp:lastModifiedBy>
  <cp:revision>8</cp:revision>
  <cp:lastPrinted>2016-11-07T17:13:00Z</cp:lastPrinted>
  <dcterms:created xsi:type="dcterms:W3CDTF">2022-10-21T07:14:00Z</dcterms:created>
  <dcterms:modified xsi:type="dcterms:W3CDTF">2022-11-01T14:00:00Z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